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CE0CCC" w14:textId="77777777" w:rsidR="00FC1ED6" w:rsidRPr="001011E8" w:rsidRDefault="007117D8" w:rsidP="0049015D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5F99A02" wp14:editId="5395F93F">
                <wp:simplePos x="0" y="0"/>
                <wp:positionH relativeFrom="column">
                  <wp:posOffset>457200</wp:posOffset>
                </wp:positionH>
                <wp:positionV relativeFrom="paragraph">
                  <wp:posOffset>-396240</wp:posOffset>
                </wp:positionV>
                <wp:extent cx="5257800" cy="967740"/>
                <wp:effectExtent l="0" t="0" r="0" b="3810"/>
                <wp:wrapNone/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967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96EC99" w14:textId="77777777" w:rsidR="006F7BEB" w:rsidRDefault="006F7BEB" w:rsidP="0084585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Cegléd Város</w:t>
                            </w:r>
                            <w:r w:rsidR="00BB591B">
                              <w:rPr>
                                <w:sz w:val="28"/>
                                <w:szCs w:val="28"/>
                              </w:rPr>
                              <w:t xml:space="preserve"> Önkormányzatának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Polgármesterétől</w:t>
                            </w:r>
                          </w:p>
                          <w:p w14:paraId="64FF7170" w14:textId="77777777" w:rsidR="006F7BEB" w:rsidRDefault="006F7BEB" w:rsidP="00845857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14:paraId="36AFB6F2" w14:textId="77777777" w:rsidR="006F7BEB" w:rsidRDefault="006F7BEB" w:rsidP="00845857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14:paraId="0E0A32EA" w14:textId="77777777" w:rsidR="006F7BEB" w:rsidRDefault="006F7BEB" w:rsidP="00FC1ED6">
                            <w:pPr>
                              <w:jc w:val="center"/>
                            </w:pPr>
                            <w:r>
                              <w:t>Tel.: 06/53-511-400</w:t>
                            </w:r>
                          </w:p>
                          <w:p w14:paraId="384FFC0C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6F85254F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61F53671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173678E0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1FC7EB77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53A0EFA6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60168EB7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5C6DF365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011F5FA2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2BA47995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5FD917A7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266D54CC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4B5AE04A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785B49FA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6131E684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526548F8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12AD24F8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176FED87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3BF806B2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3525AC69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01541882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123CD6F8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430FB439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4C81C2AA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2915CEB9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44A85650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0904235E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7ECD7AA0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2BE65625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3E839365" w14:textId="77777777" w:rsidR="006F7BEB" w:rsidRPr="005B18C0" w:rsidRDefault="006F7BEB" w:rsidP="005B18C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05F99A02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36pt;margin-top:-31.2pt;width:414pt;height:76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" filled="f" stroked="f">
                <v:textbox>
                  <w:txbxContent>
                    <w:p w14:paraId="1C96EC99" w14:textId="77777777" w:rsidR="006F7BEB" w:rsidRDefault="006F7BEB" w:rsidP="00845857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Cegléd Város</w:t>
                      </w:r>
                      <w:r w:rsidR="00BB591B">
                        <w:rPr>
                          <w:sz w:val="28"/>
                          <w:szCs w:val="28"/>
                        </w:rPr>
                        <w:t xml:space="preserve"> Önkormányzatának</w:t>
                      </w:r>
                      <w:r>
                        <w:rPr>
                          <w:sz w:val="28"/>
                          <w:szCs w:val="28"/>
                        </w:rPr>
                        <w:t xml:space="preserve"> Polgármesterétől</w:t>
                      </w:r>
                    </w:p>
                    <w:p w14:paraId="64FF7170" w14:textId="77777777" w:rsidR="006F7BEB" w:rsidRDefault="006F7BEB" w:rsidP="00845857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14:paraId="36AFB6F2" w14:textId="77777777" w:rsidR="006F7BEB" w:rsidRDefault="006F7BEB" w:rsidP="00845857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14:paraId="0E0A32EA" w14:textId="77777777" w:rsidR="006F7BEB" w:rsidRDefault="006F7BEB" w:rsidP="00FC1ED6">
                      <w:pPr>
                        <w:jc w:val="center"/>
                      </w:pPr>
                      <w:r>
                        <w:t>Tel.: 06/53-511-400</w:t>
                      </w:r>
                    </w:p>
                    <w:p w14:paraId="384FFC0C" w14:textId="77777777" w:rsidR="006F7BEB" w:rsidRDefault="006F7BEB" w:rsidP="00845857">
                      <w:pPr>
                        <w:jc w:val="center"/>
                      </w:pPr>
                    </w:p>
                    <w:p w14:paraId="6F85254F" w14:textId="77777777" w:rsidR="006F7BEB" w:rsidRDefault="006F7BEB" w:rsidP="00845857">
                      <w:pPr>
                        <w:jc w:val="center"/>
                      </w:pPr>
                    </w:p>
                    <w:p w14:paraId="61F53671" w14:textId="77777777" w:rsidR="006F7BEB" w:rsidRDefault="006F7BEB" w:rsidP="00845857">
                      <w:pPr>
                        <w:jc w:val="center"/>
                      </w:pPr>
                    </w:p>
                    <w:p w14:paraId="173678E0" w14:textId="77777777" w:rsidR="006F7BEB" w:rsidRDefault="006F7BEB" w:rsidP="00845857">
                      <w:pPr>
                        <w:jc w:val="center"/>
                      </w:pPr>
                    </w:p>
                    <w:p w14:paraId="1FC7EB77" w14:textId="77777777" w:rsidR="006F7BEB" w:rsidRDefault="006F7BEB" w:rsidP="00845857">
                      <w:pPr>
                        <w:jc w:val="center"/>
                      </w:pPr>
                    </w:p>
                    <w:p w14:paraId="53A0EFA6" w14:textId="77777777" w:rsidR="006F7BEB" w:rsidRDefault="006F7BEB" w:rsidP="00845857">
                      <w:pPr>
                        <w:jc w:val="center"/>
                      </w:pPr>
                    </w:p>
                    <w:p w14:paraId="60168EB7" w14:textId="77777777" w:rsidR="006F7BEB" w:rsidRDefault="006F7BEB" w:rsidP="00845857">
                      <w:pPr>
                        <w:jc w:val="center"/>
                      </w:pPr>
                    </w:p>
                    <w:p w14:paraId="5C6DF365" w14:textId="77777777" w:rsidR="006F7BEB" w:rsidRDefault="006F7BEB" w:rsidP="00845857">
                      <w:pPr>
                        <w:jc w:val="center"/>
                      </w:pPr>
                    </w:p>
                    <w:p w14:paraId="011F5FA2" w14:textId="77777777" w:rsidR="006F7BEB" w:rsidRDefault="006F7BEB" w:rsidP="00845857">
                      <w:pPr>
                        <w:jc w:val="center"/>
                      </w:pPr>
                    </w:p>
                    <w:p w14:paraId="2BA47995" w14:textId="77777777" w:rsidR="006F7BEB" w:rsidRDefault="006F7BEB" w:rsidP="00845857">
                      <w:pPr>
                        <w:jc w:val="center"/>
                      </w:pPr>
                    </w:p>
                    <w:p w14:paraId="5FD917A7" w14:textId="77777777" w:rsidR="006F7BEB" w:rsidRDefault="006F7BEB" w:rsidP="00845857">
                      <w:pPr>
                        <w:jc w:val="center"/>
                      </w:pPr>
                    </w:p>
                    <w:p w14:paraId="266D54CC" w14:textId="77777777" w:rsidR="006F7BEB" w:rsidRDefault="006F7BEB" w:rsidP="00845857">
                      <w:pPr>
                        <w:jc w:val="center"/>
                      </w:pPr>
                    </w:p>
                    <w:p w14:paraId="4B5AE04A" w14:textId="77777777" w:rsidR="006F7BEB" w:rsidRDefault="006F7BEB" w:rsidP="00845857">
                      <w:pPr>
                        <w:jc w:val="center"/>
                      </w:pPr>
                    </w:p>
                    <w:p w14:paraId="785B49FA" w14:textId="77777777" w:rsidR="006F7BEB" w:rsidRDefault="006F7BEB" w:rsidP="00845857">
                      <w:pPr>
                        <w:jc w:val="center"/>
                      </w:pPr>
                    </w:p>
                    <w:p w14:paraId="6131E684" w14:textId="77777777" w:rsidR="006F7BEB" w:rsidRDefault="006F7BEB" w:rsidP="00845857">
                      <w:pPr>
                        <w:jc w:val="center"/>
                      </w:pPr>
                    </w:p>
                    <w:p w14:paraId="526548F8" w14:textId="77777777" w:rsidR="006F7BEB" w:rsidRDefault="006F7BEB" w:rsidP="00845857">
                      <w:pPr>
                        <w:jc w:val="center"/>
                      </w:pPr>
                    </w:p>
                    <w:p w14:paraId="12AD24F8" w14:textId="77777777" w:rsidR="006F7BEB" w:rsidRDefault="006F7BEB" w:rsidP="00845857">
                      <w:pPr>
                        <w:jc w:val="center"/>
                      </w:pPr>
                    </w:p>
                    <w:p w14:paraId="176FED87" w14:textId="77777777" w:rsidR="006F7BEB" w:rsidRDefault="006F7BEB" w:rsidP="00845857">
                      <w:pPr>
                        <w:jc w:val="center"/>
                      </w:pPr>
                    </w:p>
                    <w:p w14:paraId="3BF806B2" w14:textId="77777777" w:rsidR="006F7BEB" w:rsidRDefault="006F7BEB" w:rsidP="00845857">
                      <w:pPr>
                        <w:jc w:val="center"/>
                      </w:pPr>
                    </w:p>
                    <w:p w14:paraId="3525AC69" w14:textId="77777777" w:rsidR="006F7BEB" w:rsidRDefault="006F7BEB" w:rsidP="00845857">
                      <w:pPr>
                        <w:jc w:val="center"/>
                      </w:pPr>
                    </w:p>
                    <w:p w14:paraId="01541882" w14:textId="77777777" w:rsidR="006F7BEB" w:rsidRDefault="006F7BEB" w:rsidP="00845857">
                      <w:pPr>
                        <w:jc w:val="center"/>
                      </w:pPr>
                    </w:p>
                    <w:p w14:paraId="123CD6F8" w14:textId="77777777" w:rsidR="006F7BEB" w:rsidRDefault="006F7BEB" w:rsidP="00845857">
                      <w:pPr>
                        <w:jc w:val="center"/>
                      </w:pPr>
                    </w:p>
                    <w:p w14:paraId="430FB439" w14:textId="77777777" w:rsidR="006F7BEB" w:rsidRDefault="006F7BEB" w:rsidP="00845857">
                      <w:pPr>
                        <w:jc w:val="center"/>
                      </w:pPr>
                    </w:p>
                    <w:p w14:paraId="4C81C2AA" w14:textId="77777777" w:rsidR="006F7BEB" w:rsidRDefault="006F7BEB" w:rsidP="00845857">
                      <w:pPr>
                        <w:jc w:val="center"/>
                      </w:pPr>
                    </w:p>
                    <w:p w14:paraId="2915CEB9" w14:textId="77777777" w:rsidR="006F7BEB" w:rsidRDefault="006F7BEB" w:rsidP="00845857">
                      <w:pPr>
                        <w:jc w:val="center"/>
                      </w:pPr>
                    </w:p>
                    <w:p w14:paraId="44A85650" w14:textId="77777777" w:rsidR="006F7BEB" w:rsidRDefault="006F7BEB" w:rsidP="00845857">
                      <w:pPr>
                        <w:jc w:val="center"/>
                      </w:pPr>
                    </w:p>
                    <w:p w14:paraId="0904235E" w14:textId="77777777" w:rsidR="006F7BEB" w:rsidRDefault="006F7BEB" w:rsidP="00845857">
                      <w:pPr>
                        <w:jc w:val="center"/>
                      </w:pPr>
                    </w:p>
                    <w:p w14:paraId="7ECD7AA0" w14:textId="77777777" w:rsidR="006F7BEB" w:rsidRDefault="006F7BEB" w:rsidP="00845857">
                      <w:pPr>
                        <w:jc w:val="center"/>
                      </w:pPr>
                    </w:p>
                    <w:p w14:paraId="2BE65625" w14:textId="77777777" w:rsidR="006F7BEB" w:rsidRDefault="006F7BEB" w:rsidP="00845857">
                      <w:pPr>
                        <w:jc w:val="center"/>
                      </w:pPr>
                    </w:p>
                    <w:p w14:paraId="3E839365" w14:textId="77777777" w:rsidR="006F7BEB" w:rsidRPr="005B18C0" w:rsidRDefault="006F7BEB" w:rsidP="005B18C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842754" w:rsidRPr="001011E8">
        <w:rPr>
          <w:sz w:val="22"/>
          <w:szCs w:val="22"/>
        </w:rPr>
        <w:t xml:space="preserve"> </w:t>
      </w:r>
    </w:p>
    <w:p w14:paraId="46CDBD15" w14:textId="77777777" w:rsidR="00A86A5A" w:rsidRPr="001011E8" w:rsidRDefault="007117D8" w:rsidP="0049015D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B87BA68" wp14:editId="6106FD6C">
                <wp:simplePos x="0" y="0"/>
                <wp:positionH relativeFrom="column">
                  <wp:posOffset>-457200</wp:posOffset>
                </wp:positionH>
                <wp:positionV relativeFrom="paragraph">
                  <wp:posOffset>-571500</wp:posOffset>
                </wp:positionV>
                <wp:extent cx="1250315" cy="929640"/>
                <wp:effectExtent l="0" t="0" r="0" b="3810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315" cy="929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243797" w14:textId="77777777" w:rsidR="006F7BEB" w:rsidRDefault="00380B9B" w:rsidP="00930AA9">
                            <w:pPr>
                              <w:ind w:left="54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763AD80" wp14:editId="0603D1E8">
                                  <wp:extent cx="723900" cy="838200"/>
                                  <wp:effectExtent l="0" t="0" r="0" b="0"/>
                                  <wp:docPr id="1" name="Kép 1" descr="cegcimff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egcimff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9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 xmlns:w16sdtdh="http://schemas.microsoft.com/office/word/2020/wordml/sdtdatahash" xmlns:w16="http://schemas.microsoft.com/office/word/2018/wordml" xmlns:w16cex="http://schemas.microsoft.com/office/word/2018/wordml/cex">
            <w:pict>
              <v:shape w14:anchorId="3B87BA68" id="Text Box 10" o:spid="_x0000_s1027" type="#_x0000_t202" style="position:absolute;margin-left:-36pt;margin-top:-45pt;width:98.45pt;height:73.2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" filled="f" stroked="f">
                <v:textbox style="mso-fit-shape-to-text:t">
                  <w:txbxContent>
                    <w:p w14:paraId="03243797" w14:textId="77777777" w:rsidR="006F7BEB" w:rsidRDefault="00380B9B" w:rsidP="00930AA9">
                      <w:pPr>
                        <w:ind w:left="54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763AD80" wp14:editId="0603D1E8">
                            <wp:extent cx="723900" cy="838200"/>
                            <wp:effectExtent l="0" t="0" r="0" b="0"/>
                            <wp:docPr id="1" name="Kép 1" descr="cegcimff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egcimff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9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5DDBB9B3" w14:textId="77777777" w:rsidR="00A86A5A" w:rsidRPr="001011E8" w:rsidRDefault="00A86A5A" w:rsidP="0049015D">
      <w:pPr>
        <w:rPr>
          <w:sz w:val="22"/>
          <w:szCs w:val="22"/>
        </w:rPr>
      </w:pPr>
    </w:p>
    <w:p w14:paraId="516FF785" w14:textId="77777777" w:rsidR="00A86A5A" w:rsidRPr="001011E8" w:rsidRDefault="007117D8" w:rsidP="0049015D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4294967295" distB="4294967295" distL="114300" distR="114300" simplePos="0" relativeHeight="251658752" behindDoc="0" locked="0" layoutInCell="1" allowOverlap="1" wp14:anchorId="643509AD" wp14:editId="61C10BD6">
                <wp:simplePos x="0" y="0"/>
                <wp:positionH relativeFrom="column">
                  <wp:posOffset>457200</wp:posOffset>
                </wp:positionH>
                <wp:positionV relativeFrom="paragraph">
                  <wp:posOffset>106679</wp:posOffset>
                </wp:positionV>
                <wp:extent cx="5257800" cy="0"/>
                <wp:effectExtent l="0" t="0" r="19050" b="19050"/>
                <wp:wrapNone/>
                <wp:docPr id="2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 xmlns:w16sdtdh="http://schemas.microsoft.com/office/word/2020/wordml/sdtdatahash" xmlns:w16="http://schemas.microsoft.com/office/word/2018/wordml" xmlns:w16cex="http://schemas.microsoft.com/office/word/2018/wordml/cex">
            <w:pict>
              <v:line w14:anchorId="08F7B20F" id="Line 20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6pt,8.4pt" to="450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"/>
            </w:pict>
          </mc:Fallback>
        </mc:AlternateContent>
      </w:r>
    </w:p>
    <w:p w14:paraId="4F778DF2" w14:textId="77777777" w:rsidR="00380B9B" w:rsidRDefault="00380B9B" w:rsidP="005C1128">
      <w:pPr>
        <w:tabs>
          <w:tab w:val="left" w:pos="5529"/>
        </w:tabs>
        <w:rPr>
          <w:b/>
          <w:sz w:val="22"/>
          <w:szCs w:val="22"/>
          <w:u w:val="single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0"/>
        <w:gridCol w:w="4282"/>
      </w:tblGrid>
      <w:tr w:rsidR="00380B9B" w14:paraId="64074377" w14:textId="77777777" w:rsidTr="00380B9B">
        <w:tc>
          <w:tcPr>
            <w:tcW w:w="5211" w:type="dxa"/>
          </w:tcPr>
          <w:p w14:paraId="388D5495" w14:textId="62EF82C6" w:rsidR="00380B9B" w:rsidRPr="00BB591B" w:rsidRDefault="00380B9B" w:rsidP="00380B9B">
            <w:pPr>
              <w:tabs>
                <w:tab w:val="left" w:pos="6237"/>
                <w:tab w:val="left" w:pos="7200"/>
              </w:tabs>
              <w:rPr>
                <w:sz w:val="23"/>
                <w:szCs w:val="23"/>
              </w:rPr>
            </w:pPr>
            <w:proofErr w:type="gramStart"/>
            <w:r w:rsidRPr="00BB591B">
              <w:rPr>
                <w:b/>
                <w:sz w:val="23"/>
                <w:szCs w:val="23"/>
                <w:u w:val="single"/>
              </w:rPr>
              <w:t>Szám:</w:t>
            </w:r>
            <w:r w:rsidR="003C2699">
              <w:rPr>
                <w:sz w:val="23"/>
                <w:szCs w:val="23"/>
              </w:rPr>
              <w:t xml:space="preserve">   </w:t>
            </w:r>
            <w:proofErr w:type="gramEnd"/>
            <w:r w:rsidR="003C2699">
              <w:rPr>
                <w:sz w:val="23"/>
                <w:szCs w:val="23"/>
              </w:rPr>
              <w:t xml:space="preserve">     </w:t>
            </w:r>
            <w:r w:rsidR="00FD4BFF">
              <w:rPr>
                <w:sz w:val="23"/>
                <w:szCs w:val="23"/>
              </w:rPr>
              <w:t xml:space="preserve">      </w:t>
            </w:r>
            <w:r w:rsidR="003C2699">
              <w:rPr>
                <w:sz w:val="23"/>
                <w:szCs w:val="23"/>
              </w:rPr>
              <w:t xml:space="preserve">    /202</w:t>
            </w:r>
            <w:r w:rsidR="00EB61C5">
              <w:rPr>
                <w:sz w:val="23"/>
                <w:szCs w:val="23"/>
              </w:rPr>
              <w:t>5</w:t>
            </w:r>
            <w:r w:rsidRPr="00BB591B">
              <w:rPr>
                <w:sz w:val="23"/>
                <w:szCs w:val="23"/>
              </w:rPr>
              <w:t xml:space="preserve">. </w:t>
            </w:r>
          </w:p>
          <w:p w14:paraId="20F29F8A" w14:textId="77777777" w:rsidR="00380B9B" w:rsidRPr="00BB591B" w:rsidRDefault="00380B9B" w:rsidP="00380B9B">
            <w:pPr>
              <w:tabs>
                <w:tab w:val="left" w:pos="6237"/>
                <w:tab w:val="left" w:pos="7200"/>
              </w:tabs>
              <w:rPr>
                <w:sz w:val="23"/>
                <w:szCs w:val="23"/>
              </w:rPr>
            </w:pPr>
          </w:p>
          <w:p w14:paraId="16DF2895" w14:textId="77777777" w:rsidR="00380B9B" w:rsidRPr="00BB591B" w:rsidRDefault="00380B9B" w:rsidP="00380B9B">
            <w:pPr>
              <w:tabs>
                <w:tab w:val="left" w:pos="6237"/>
                <w:tab w:val="left" w:pos="7200"/>
              </w:tabs>
              <w:rPr>
                <w:sz w:val="23"/>
                <w:szCs w:val="23"/>
              </w:rPr>
            </w:pPr>
            <w:r w:rsidRPr="00BB591B">
              <w:rPr>
                <w:b/>
                <w:sz w:val="23"/>
                <w:szCs w:val="23"/>
                <w:u w:val="single"/>
              </w:rPr>
              <w:t>Előterjesztő</w:t>
            </w:r>
            <w:r w:rsidRPr="00BB591B">
              <w:rPr>
                <w:sz w:val="23"/>
                <w:szCs w:val="23"/>
              </w:rPr>
              <w:t>: Dr. Csáky András polgármester</w:t>
            </w:r>
          </w:p>
          <w:p w14:paraId="0A249F7E" w14:textId="77777777" w:rsidR="00380B9B" w:rsidRPr="00BB591B" w:rsidRDefault="00380B9B" w:rsidP="00380B9B">
            <w:pPr>
              <w:tabs>
                <w:tab w:val="left" w:pos="6521"/>
              </w:tabs>
              <w:jc w:val="both"/>
              <w:rPr>
                <w:sz w:val="23"/>
                <w:szCs w:val="23"/>
              </w:rPr>
            </w:pPr>
            <w:r w:rsidRPr="00BB591B">
              <w:rPr>
                <w:b/>
                <w:sz w:val="23"/>
                <w:szCs w:val="23"/>
                <w:u w:val="single"/>
              </w:rPr>
              <w:t>Szakmai előterjesztő:</w:t>
            </w:r>
            <w:r w:rsidRPr="00BB591B">
              <w:rPr>
                <w:b/>
                <w:sz w:val="23"/>
                <w:szCs w:val="23"/>
              </w:rPr>
              <w:t xml:space="preserve"> </w:t>
            </w:r>
            <w:r w:rsidRPr="00BB591B">
              <w:rPr>
                <w:sz w:val="23"/>
                <w:szCs w:val="23"/>
              </w:rPr>
              <w:t>Mótyán Krisztián ügyvezető</w:t>
            </w:r>
          </w:p>
          <w:p w14:paraId="3A076390" w14:textId="77777777" w:rsidR="00380B9B" w:rsidRPr="00BB591B" w:rsidRDefault="00380B9B" w:rsidP="00380B9B">
            <w:pPr>
              <w:tabs>
                <w:tab w:val="left" w:pos="5529"/>
              </w:tabs>
              <w:rPr>
                <w:b/>
                <w:sz w:val="23"/>
                <w:szCs w:val="23"/>
                <w:u w:val="single"/>
              </w:rPr>
            </w:pPr>
          </w:p>
        </w:tc>
        <w:tc>
          <w:tcPr>
            <w:tcW w:w="4341" w:type="dxa"/>
          </w:tcPr>
          <w:p w14:paraId="48836D65" w14:textId="043B8BD9" w:rsidR="00062BD5" w:rsidRDefault="00380B9B" w:rsidP="00EA54C8">
            <w:pPr>
              <w:tabs>
                <w:tab w:val="left" w:pos="5529"/>
              </w:tabs>
              <w:jc w:val="right"/>
              <w:rPr>
                <w:sz w:val="23"/>
                <w:szCs w:val="23"/>
              </w:rPr>
            </w:pPr>
            <w:r w:rsidRPr="00BB591B">
              <w:rPr>
                <w:b/>
                <w:sz w:val="23"/>
                <w:szCs w:val="23"/>
                <w:u w:val="single"/>
              </w:rPr>
              <w:t>Tárgy</w:t>
            </w:r>
            <w:r w:rsidRPr="00BB591B">
              <w:rPr>
                <w:b/>
                <w:sz w:val="23"/>
                <w:szCs w:val="23"/>
              </w:rPr>
              <w:t xml:space="preserve">: </w:t>
            </w:r>
            <w:r w:rsidR="00954AA2">
              <w:rPr>
                <w:sz w:val="23"/>
                <w:szCs w:val="23"/>
              </w:rPr>
              <w:t xml:space="preserve">Bocskai </w:t>
            </w:r>
            <w:r w:rsidR="005177B1">
              <w:rPr>
                <w:sz w:val="23"/>
                <w:szCs w:val="23"/>
              </w:rPr>
              <w:t>u.</w:t>
            </w:r>
            <w:r w:rsidR="00954AA2">
              <w:rPr>
                <w:sz w:val="23"/>
                <w:szCs w:val="23"/>
              </w:rPr>
              <w:t xml:space="preserve"> 9. sz. </w:t>
            </w:r>
            <w:r w:rsidR="00EA54C8">
              <w:rPr>
                <w:sz w:val="23"/>
                <w:szCs w:val="23"/>
              </w:rPr>
              <w:t xml:space="preserve">alatti épület </w:t>
            </w:r>
            <w:r w:rsidR="00954AA2">
              <w:rPr>
                <w:sz w:val="23"/>
                <w:szCs w:val="23"/>
              </w:rPr>
              <w:t>állagmegóvás</w:t>
            </w:r>
            <w:r w:rsidR="00EA54C8">
              <w:rPr>
                <w:sz w:val="23"/>
                <w:szCs w:val="23"/>
              </w:rPr>
              <w:t>a</w:t>
            </w:r>
          </w:p>
          <w:p w14:paraId="507616B3" w14:textId="5EE53A3B" w:rsidR="00CD3C9D" w:rsidRDefault="00380B9B" w:rsidP="00EA54C8">
            <w:pPr>
              <w:tabs>
                <w:tab w:val="left" w:pos="5529"/>
              </w:tabs>
              <w:jc w:val="right"/>
              <w:rPr>
                <w:sz w:val="23"/>
                <w:szCs w:val="23"/>
              </w:rPr>
            </w:pPr>
            <w:r w:rsidRPr="00BB591B">
              <w:rPr>
                <w:b/>
                <w:sz w:val="23"/>
                <w:szCs w:val="23"/>
                <w:u w:val="single"/>
              </w:rPr>
              <w:t>Melléklet:</w:t>
            </w:r>
            <w:r w:rsidR="00A45A38">
              <w:rPr>
                <w:sz w:val="23"/>
                <w:szCs w:val="23"/>
              </w:rPr>
              <w:t xml:space="preserve"> </w:t>
            </w:r>
            <w:r w:rsidR="00F5545B">
              <w:rPr>
                <w:sz w:val="23"/>
                <w:szCs w:val="23"/>
              </w:rPr>
              <w:t>3 db fénykép</w:t>
            </w:r>
            <w:r w:rsidR="00487369" w:rsidRPr="00BB591B">
              <w:rPr>
                <w:sz w:val="23"/>
                <w:szCs w:val="23"/>
              </w:rPr>
              <w:br/>
            </w:r>
          </w:p>
          <w:p w14:paraId="75088C9C" w14:textId="78786678" w:rsidR="00C87ACB" w:rsidRPr="00BB591B" w:rsidRDefault="00C87ACB" w:rsidP="00CD3C9D">
            <w:pPr>
              <w:tabs>
                <w:tab w:val="left" w:pos="1122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  <w:r w:rsidR="00CD3C9D">
              <w:rPr>
                <w:sz w:val="23"/>
                <w:szCs w:val="23"/>
              </w:rPr>
              <w:tab/>
            </w:r>
          </w:p>
        </w:tc>
      </w:tr>
      <w:tr w:rsidR="00CD3C9D" w14:paraId="1EDF08BF" w14:textId="77777777" w:rsidTr="00380B9B">
        <w:tc>
          <w:tcPr>
            <w:tcW w:w="5211" w:type="dxa"/>
          </w:tcPr>
          <w:p w14:paraId="3D12F00D" w14:textId="607AFD79" w:rsidR="00B0302F" w:rsidRPr="00BB591B" w:rsidRDefault="00CD3C9D" w:rsidP="00717FD5">
            <w:pPr>
              <w:tabs>
                <w:tab w:val="left" w:pos="6237"/>
                <w:tab w:val="left" w:pos="7200"/>
              </w:tabs>
              <w:rPr>
                <w:b/>
                <w:sz w:val="23"/>
                <w:szCs w:val="23"/>
                <w:u w:val="single"/>
              </w:rPr>
            </w:pPr>
            <w:r>
              <w:rPr>
                <w:b/>
                <w:sz w:val="23"/>
                <w:szCs w:val="23"/>
                <w:u w:val="single"/>
              </w:rPr>
              <w:t xml:space="preserve">                       </w:t>
            </w:r>
          </w:p>
        </w:tc>
        <w:tc>
          <w:tcPr>
            <w:tcW w:w="4341" w:type="dxa"/>
          </w:tcPr>
          <w:p w14:paraId="1A8FEF60" w14:textId="77777777" w:rsidR="00CD3C9D" w:rsidRPr="00BB591B" w:rsidRDefault="00CD3C9D" w:rsidP="00062BD5">
            <w:pPr>
              <w:tabs>
                <w:tab w:val="left" w:pos="5529"/>
              </w:tabs>
              <w:rPr>
                <w:b/>
                <w:sz w:val="23"/>
                <w:szCs w:val="23"/>
                <w:u w:val="single"/>
              </w:rPr>
            </w:pPr>
          </w:p>
        </w:tc>
      </w:tr>
    </w:tbl>
    <w:p w14:paraId="6ACBFEFF" w14:textId="77777777" w:rsidR="004441A0" w:rsidRPr="00BB591B" w:rsidRDefault="004441A0" w:rsidP="004441A0">
      <w:pPr>
        <w:jc w:val="center"/>
        <w:rPr>
          <w:b/>
          <w:sz w:val="23"/>
          <w:szCs w:val="23"/>
        </w:rPr>
      </w:pPr>
      <w:r w:rsidRPr="00BB591B">
        <w:rPr>
          <w:b/>
          <w:sz w:val="23"/>
          <w:szCs w:val="23"/>
        </w:rPr>
        <w:t>ELŐTERJESZTÉS</w:t>
      </w:r>
    </w:p>
    <w:p w14:paraId="30D28E16" w14:textId="496D7739" w:rsidR="00CD6B47" w:rsidRDefault="00CD6B47" w:rsidP="00CD6B47">
      <w:pPr>
        <w:jc w:val="center"/>
      </w:pPr>
      <w:r>
        <w:t>Cegléd Város Önkormányzata Képviselő</w:t>
      </w:r>
      <w:r w:rsidR="00B95F5E">
        <w:t>-testületének</w:t>
      </w:r>
    </w:p>
    <w:p w14:paraId="444ED354" w14:textId="19EEA46D" w:rsidR="00DF2EA6" w:rsidRPr="000010C3" w:rsidRDefault="00CD6B47" w:rsidP="00CD6B47">
      <w:pPr>
        <w:jc w:val="center"/>
        <w:rPr>
          <w:sz w:val="23"/>
          <w:szCs w:val="23"/>
        </w:rPr>
      </w:pPr>
      <w:r>
        <w:t xml:space="preserve"> 2025. december 1</w:t>
      </w:r>
      <w:r w:rsidR="00B95F5E">
        <w:t>8</w:t>
      </w:r>
      <w:r>
        <w:t>-i ülésére</w:t>
      </w:r>
    </w:p>
    <w:p w14:paraId="1A8375AE" w14:textId="4885EEBC" w:rsidR="00CD6B47" w:rsidRDefault="00CD6B47" w:rsidP="0049015D">
      <w:pPr>
        <w:jc w:val="center"/>
        <w:rPr>
          <w:b/>
          <w:sz w:val="23"/>
          <w:szCs w:val="23"/>
        </w:rPr>
      </w:pPr>
    </w:p>
    <w:p w14:paraId="55248DF8" w14:textId="77777777" w:rsidR="00BE069A" w:rsidRDefault="00BE069A" w:rsidP="0049015D">
      <w:pPr>
        <w:jc w:val="center"/>
        <w:rPr>
          <w:b/>
          <w:sz w:val="23"/>
          <w:szCs w:val="23"/>
        </w:rPr>
      </w:pPr>
    </w:p>
    <w:p w14:paraId="72CE8762" w14:textId="00521498" w:rsidR="00985A9C" w:rsidRPr="00BB591B" w:rsidRDefault="00985A9C" w:rsidP="0049015D">
      <w:pPr>
        <w:jc w:val="center"/>
        <w:rPr>
          <w:b/>
          <w:sz w:val="23"/>
          <w:szCs w:val="23"/>
        </w:rPr>
      </w:pPr>
      <w:r w:rsidRPr="00740845">
        <w:rPr>
          <w:b/>
          <w:sz w:val="23"/>
          <w:szCs w:val="23"/>
        </w:rPr>
        <w:t xml:space="preserve">Tisztelt </w:t>
      </w:r>
      <w:r w:rsidR="00B95F5E">
        <w:rPr>
          <w:b/>
          <w:sz w:val="23"/>
          <w:szCs w:val="23"/>
        </w:rPr>
        <w:t>Képviselő-testület</w:t>
      </w:r>
      <w:r w:rsidRPr="00740845">
        <w:rPr>
          <w:b/>
          <w:sz w:val="23"/>
          <w:szCs w:val="23"/>
        </w:rPr>
        <w:t>!</w:t>
      </w:r>
    </w:p>
    <w:p w14:paraId="782CB482" w14:textId="77777777" w:rsidR="0021316F" w:rsidRPr="00BB591B" w:rsidRDefault="0021316F" w:rsidP="0049015D">
      <w:pPr>
        <w:jc w:val="both"/>
        <w:rPr>
          <w:sz w:val="23"/>
          <w:szCs w:val="23"/>
        </w:rPr>
      </w:pPr>
    </w:p>
    <w:p w14:paraId="77552805" w14:textId="3F4A6038" w:rsidR="000D1E81" w:rsidRPr="00BE069A" w:rsidRDefault="00954AA2" w:rsidP="00FC6DE5">
      <w:pPr>
        <w:jc w:val="both"/>
      </w:pPr>
      <w:r w:rsidRPr="00BE069A">
        <w:t>Cegléd Város Önkormányzatának kizárólagos tulajdonában állnak a Cegléd belterület 338/A/</w:t>
      </w:r>
      <w:r w:rsidR="00E309D4">
        <w:t xml:space="preserve">1 </w:t>
      </w:r>
      <w:r w:rsidRPr="00BE069A">
        <w:t xml:space="preserve">helyrajzi számú, </w:t>
      </w:r>
      <w:r w:rsidR="00E309D4">
        <w:t xml:space="preserve">501 m2 területű, </w:t>
      </w:r>
      <w:r w:rsidRPr="00BE069A">
        <w:t>természetben Cegléd, Bocskai u. 9. szám alatti, jelenleg üresen álló épületek.</w:t>
      </w:r>
    </w:p>
    <w:p w14:paraId="1F233DBB" w14:textId="77777777" w:rsidR="00954AA2" w:rsidRPr="00BE069A" w:rsidRDefault="00954AA2" w:rsidP="00FC6DE5">
      <w:pPr>
        <w:jc w:val="both"/>
      </w:pPr>
    </w:p>
    <w:p w14:paraId="3FE42574" w14:textId="303BDF78" w:rsidR="00CD6B47" w:rsidRPr="00BE069A" w:rsidRDefault="00954AA2" w:rsidP="00954AA2">
      <w:pPr>
        <w:jc w:val="both"/>
      </w:pPr>
      <w:r w:rsidRPr="00BE069A">
        <w:t xml:space="preserve">Tájékoztatom Tisztelt Képviselő-testületet, hogy </w:t>
      </w:r>
      <w:r w:rsidR="00717FD5" w:rsidRPr="00BE069A">
        <w:t xml:space="preserve">a hasznosító VÁRVAG Nonprofit Kft. tájékoztatása alapján </w:t>
      </w:r>
      <w:r w:rsidRPr="00BE069A">
        <w:t xml:space="preserve">az ingatlannal szomszédos vállalkozás </w:t>
      </w:r>
      <w:r w:rsidR="00717FD5" w:rsidRPr="00BE069A">
        <w:t xml:space="preserve">korábban </w:t>
      </w:r>
      <w:r w:rsidRPr="00BE069A">
        <w:t>bejelentés</w:t>
      </w:r>
      <w:r w:rsidR="00717FD5" w:rsidRPr="00BE069A">
        <w:t xml:space="preserve">t </w:t>
      </w:r>
      <w:r w:rsidR="00BE069A" w:rsidRPr="00BE069A">
        <w:t xml:space="preserve">tett </w:t>
      </w:r>
      <w:r w:rsidR="00717FD5" w:rsidRPr="00BE069A">
        <w:t xml:space="preserve">amiatt, hogy az Árpád u. 9. sz. alatti ingatlannal (342 hrsz) szomszédos, </w:t>
      </w:r>
      <w:r w:rsidR="00BE069A" w:rsidRPr="00BE069A">
        <w:t>önkormányzat</w:t>
      </w:r>
      <w:r w:rsidR="005177B1">
        <w:t>i</w:t>
      </w:r>
      <w:r w:rsidR="00BE069A" w:rsidRPr="00BE069A">
        <w:t xml:space="preserve"> (</w:t>
      </w:r>
      <w:r w:rsidR="00717FD5" w:rsidRPr="00BE069A">
        <w:t>volt állami</w:t>
      </w:r>
      <w:r w:rsidR="00BE069A" w:rsidRPr="00BE069A">
        <w:t>)</w:t>
      </w:r>
      <w:r w:rsidR="00717FD5" w:rsidRPr="00BE069A">
        <w:t xml:space="preserve"> tulajdonú ingatlanrészben a tűzfal élet- és balesetveszélyes, a tető beomlott, megvan az esélye, hogy a romos állapotú tűzfal a</w:t>
      </w:r>
      <w:r w:rsidR="00BE069A" w:rsidRPr="00BE069A">
        <w:t xml:space="preserve"> </w:t>
      </w:r>
      <w:r w:rsidR="00717FD5" w:rsidRPr="00BE069A">
        <w:t xml:space="preserve">szikvíz árusítással foglalkozó vállalkozás udvarára </w:t>
      </w:r>
      <w:proofErr w:type="spellStart"/>
      <w:r w:rsidR="00717FD5" w:rsidRPr="00BE069A">
        <w:t>átdől</w:t>
      </w:r>
      <w:proofErr w:type="spellEnd"/>
      <w:r w:rsidR="00717FD5" w:rsidRPr="00BE069A">
        <w:t xml:space="preserve">. </w:t>
      </w:r>
    </w:p>
    <w:p w14:paraId="25F159BC" w14:textId="77777777" w:rsidR="00BE069A" w:rsidRPr="00BE069A" w:rsidRDefault="00BE069A" w:rsidP="00954AA2">
      <w:pPr>
        <w:jc w:val="both"/>
      </w:pPr>
    </w:p>
    <w:p w14:paraId="5358F880" w14:textId="7CD04947" w:rsidR="00954AA2" w:rsidRPr="00BE069A" w:rsidRDefault="00717FD5" w:rsidP="00954AA2">
      <w:pPr>
        <w:jc w:val="both"/>
      </w:pPr>
      <w:r w:rsidRPr="00BE069A">
        <w:t xml:space="preserve">A hasznosító VÁRVAG Nonprofit Kft. </w:t>
      </w:r>
      <w:r w:rsidR="00954AA2" w:rsidRPr="00BE069A">
        <w:t>a bejárás</w:t>
      </w:r>
      <w:r w:rsidRPr="00BE069A">
        <w:t>ok</w:t>
      </w:r>
      <w:r w:rsidR="00954AA2" w:rsidRPr="00BE069A">
        <w:t xml:space="preserve"> során </w:t>
      </w:r>
      <w:r w:rsidRPr="00BE069A">
        <w:t xml:space="preserve">a fentieket </w:t>
      </w:r>
      <w:r w:rsidR="00954AA2" w:rsidRPr="00BE069A">
        <w:t>igazol</w:t>
      </w:r>
      <w:r w:rsidRPr="00BE069A">
        <w:t>ta</w:t>
      </w:r>
      <w:r w:rsidR="00CD6B47" w:rsidRPr="00BE069A">
        <w:t>,</w:t>
      </w:r>
      <w:r w:rsidR="00F36D94">
        <w:t xml:space="preserve"> sőt nemcsak a bejelentő, hanem a mellette lévő ingatlanra is veszélyt jelent az épület. A hasznosító javasolja a hátsó épületrész mielőbbi, legalább 2026</w:t>
      </w:r>
      <w:r w:rsidR="005177B1">
        <w:t>.</w:t>
      </w:r>
      <w:r w:rsidR="00F36D94">
        <w:t xml:space="preserve"> január hónapban történő elbontását</w:t>
      </w:r>
      <w:r w:rsidR="005177B1">
        <w:t>,</w:t>
      </w:r>
      <w:r w:rsidR="00F36D94">
        <w:t xml:space="preserve"> </w:t>
      </w:r>
      <w:r w:rsidR="00CD6B47" w:rsidRPr="00BE069A">
        <w:t>melyre vonatkozóan költségbecslést is készített</w:t>
      </w:r>
      <w:r w:rsidR="00954AA2" w:rsidRPr="00BE069A">
        <w:t xml:space="preserve">.   </w:t>
      </w:r>
    </w:p>
    <w:p w14:paraId="174217A6" w14:textId="77777777" w:rsidR="00954AA2" w:rsidRPr="00BE069A" w:rsidRDefault="00954AA2" w:rsidP="00954AA2">
      <w:pPr>
        <w:jc w:val="both"/>
      </w:pPr>
    </w:p>
    <w:p w14:paraId="5D920A47" w14:textId="6F41976B" w:rsidR="00954AA2" w:rsidRPr="00BE069A" w:rsidRDefault="00954AA2" w:rsidP="00954AA2">
      <w:pPr>
        <w:jc w:val="both"/>
      </w:pPr>
      <w:r w:rsidRPr="00BE069A">
        <w:t xml:space="preserve">Kérem Tisztelt </w:t>
      </w:r>
      <w:r w:rsidR="00B95F5E" w:rsidRPr="00BE069A">
        <w:t>Képviselő-testületet</w:t>
      </w:r>
      <w:r w:rsidRPr="00BE069A">
        <w:t>, hogy az ingatlan tulajdonosaként az életveszély elhárítása ügyében intézkedni, a személyi sérülés és anyagi kár megelőzése érdekében a 202</w:t>
      </w:r>
      <w:r w:rsidR="00D32315">
        <w:t>6</w:t>
      </w:r>
      <w:r w:rsidRPr="00BE069A">
        <w:t xml:space="preserve">. évi költségvetésben </w:t>
      </w:r>
      <w:r w:rsidR="005177B1" w:rsidRPr="00BE069A">
        <w:t xml:space="preserve">nettó 3 millió Ft + áfa keretösszegű fedezetet </w:t>
      </w:r>
      <w:r w:rsidRPr="00BE069A">
        <w:t xml:space="preserve">szíveskedjék biztosítani </w:t>
      </w:r>
      <w:r w:rsidR="00F36D94">
        <w:t>a hátsó épületrész</w:t>
      </w:r>
      <w:r w:rsidRPr="00BE069A">
        <w:t xml:space="preserve"> elbontására. </w:t>
      </w:r>
    </w:p>
    <w:p w14:paraId="246B5327" w14:textId="77777777" w:rsidR="00CD6B47" w:rsidRPr="00BE069A" w:rsidRDefault="00CD6B47" w:rsidP="00954AA2">
      <w:pPr>
        <w:jc w:val="both"/>
      </w:pPr>
    </w:p>
    <w:p w14:paraId="41323F26" w14:textId="6F55C910" w:rsidR="00717FD5" w:rsidRPr="00BE069A" w:rsidRDefault="00CD6B47" w:rsidP="00954AA2">
      <w:pPr>
        <w:jc w:val="both"/>
      </w:pPr>
      <w:r w:rsidRPr="00BE069A">
        <w:t>Cegléd Város Önkormányzatának a vagyongazdálkodásról szóló 1/2028.(I.31.) rendelete alapján</w:t>
      </w:r>
    </w:p>
    <w:p w14:paraId="3DA5D499" w14:textId="01FAABA8" w:rsidR="00CD6B47" w:rsidRPr="00BE069A" w:rsidRDefault="00BE069A" w:rsidP="00CD6B47">
      <w:pPr>
        <w:shd w:val="clear" w:color="auto" w:fill="FFFFFF"/>
        <w:ind w:firstLine="181"/>
        <w:jc w:val="both"/>
        <w:rPr>
          <w:i/>
          <w:iCs/>
        </w:rPr>
      </w:pPr>
      <w:r w:rsidRPr="00BE069A">
        <w:rPr>
          <w:b/>
          <w:bCs/>
          <w:i/>
          <w:iCs/>
        </w:rPr>
        <w:t>„</w:t>
      </w:r>
      <w:r w:rsidR="00CD6B47" w:rsidRPr="00BE069A">
        <w:rPr>
          <w:b/>
          <w:bCs/>
          <w:i/>
          <w:iCs/>
        </w:rPr>
        <w:t>14. §</w:t>
      </w:r>
      <w:r w:rsidR="00CD6B47" w:rsidRPr="00BE069A">
        <w:rPr>
          <w:b/>
          <w:bCs/>
          <w:i/>
          <w:iCs/>
          <w:vertAlign w:val="superscript"/>
        </w:rPr>
        <w:t>8</w:t>
      </w:r>
      <w:r w:rsidR="00CD6B47" w:rsidRPr="00BE069A">
        <w:rPr>
          <w:b/>
          <w:bCs/>
          <w:i/>
          <w:iCs/>
        </w:rPr>
        <w:t> </w:t>
      </w:r>
      <w:r w:rsidR="00CD6B47" w:rsidRPr="00BE069A">
        <w:rPr>
          <w:i/>
          <w:iCs/>
        </w:rPr>
        <w:t>(1) Az üzleti vagyonnal kapcsolatos valamennyi tulajdonosi jogosultságot – ha önkormányzati rendelet másként nem rendelkezik – a </w:t>
      </w:r>
      <w:hyperlink r:id="rId10" w:anchor="SZ14@BE2" w:history="1">
        <w:r w:rsidR="00CD6B47" w:rsidRPr="00BE069A">
          <w:rPr>
            <w:i/>
            <w:iCs/>
            <w:u w:val="single"/>
          </w:rPr>
          <w:t>(2) bekezdés</w:t>
        </w:r>
      </w:hyperlink>
      <w:r w:rsidR="00CD6B47" w:rsidRPr="00BE069A">
        <w:rPr>
          <w:i/>
          <w:iCs/>
        </w:rPr>
        <w:t>ben foglalt kivétellel a Képviselő-testület gyakorolja.</w:t>
      </w:r>
    </w:p>
    <w:p w14:paraId="1DD9C355" w14:textId="77777777" w:rsidR="00CD6B47" w:rsidRPr="00BE069A" w:rsidRDefault="00CD6B47" w:rsidP="00CD6B47">
      <w:pPr>
        <w:shd w:val="clear" w:color="auto" w:fill="FFFFFF"/>
        <w:ind w:firstLine="181"/>
        <w:jc w:val="both"/>
        <w:rPr>
          <w:i/>
          <w:iCs/>
        </w:rPr>
      </w:pPr>
      <w:r w:rsidRPr="00BE069A">
        <w:rPr>
          <w:i/>
          <w:iCs/>
        </w:rPr>
        <w:t>(2)</w:t>
      </w:r>
      <w:r w:rsidRPr="00BE069A">
        <w:rPr>
          <w:i/>
          <w:iCs/>
          <w:vertAlign w:val="superscript"/>
        </w:rPr>
        <w:t>9</w:t>
      </w:r>
      <w:r w:rsidRPr="00BE069A">
        <w:rPr>
          <w:i/>
          <w:iCs/>
        </w:rPr>
        <w:t> Az üzleti vagyonnal kapcsolatos tulajdonosi jogosultságot</w:t>
      </w:r>
    </w:p>
    <w:p w14:paraId="46274DE0" w14:textId="77777777" w:rsidR="00CD6B47" w:rsidRPr="00BE069A" w:rsidRDefault="00CD6B47" w:rsidP="00CD6B47">
      <w:pPr>
        <w:shd w:val="clear" w:color="auto" w:fill="FFFFFF"/>
        <w:ind w:firstLine="181"/>
        <w:jc w:val="both"/>
        <w:rPr>
          <w:i/>
          <w:iCs/>
        </w:rPr>
      </w:pPr>
      <w:r w:rsidRPr="00BE069A">
        <w:rPr>
          <w:i/>
          <w:iCs/>
        </w:rPr>
        <w:t>a) nettó egymillió forint forgalmi értékhatárig, a polgármester gyakorolja,</w:t>
      </w:r>
    </w:p>
    <w:p w14:paraId="6CE3547A" w14:textId="77777777" w:rsidR="00CD6B47" w:rsidRPr="00BE069A" w:rsidRDefault="00CD6B47" w:rsidP="00CD6B47">
      <w:pPr>
        <w:shd w:val="clear" w:color="auto" w:fill="FFFFFF"/>
        <w:ind w:firstLine="181"/>
        <w:jc w:val="both"/>
        <w:rPr>
          <w:i/>
          <w:iCs/>
        </w:rPr>
      </w:pPr>
      <w:r w:rsidRPr="00BE069A">
        <w:rPr>
          <w:i/>
          <w:iCs/>
        </w:rPr>
        <w:t>b) nettó egymillió forint és nettó ötmillió forint forgalmi értékhatár között a Képviselő-testület Tulajdonosi Bizottsága gyakorolja</w:t>
      </w:r>
    </w:p>
    <w:p w14:paraId="682CBECF" w14:textId="63A33405" w:rsidR="00CD6B47" w:rsidRPr="00BE069A" w:rsidRDefault="00CD6B47" w:rsidP="00CD6B47">
      <w:pPr>
        <w:shd w:val="clear" w:color="auto" w:fill="FFFFFF"/>
        <w:ind w:firstLine="181"/>
        <w:jc w:val="both"/>
        <w:rPr>
          <w:i/>
          <w:iCs/>
        </w:rPr>
      </w:pPr>
      <w:r w:rsidRPr="00BE069A">
        <w:rPr>
          <w:i/>
          <w:iCs/>
        </w:rPr>
        <w:t>c) a hasznosított vagyontárgy tekintetében a bérleti, haszonbérlet díj éves bevétele nagyságrendjétől függően a Képviselő-testület </w:t>
      </w:r>
      <w:hyperlink r:id="rId11" w:anchor="SZ14@BE2@POA" w:history="1">
        <w:r w:rsidRPr="00BE069A">
          <w:rPr>
            <w:i/>
            <w:iCs/>
            <w:u w:val="single"/>
          </w:rPr>
          <w:t>a)</w:t>
        </w:r>
      </w:hyperlink>
      <w:r w:rsidRPr="00BE069A">
        <w:rPr>
          <w:i/>
          <w:iCs/>
        </w:rPr>
        <w:t> vagy </w:t>
      </w:r>
      <w:hyperlink r:id="rId12" w:anchor="SZ14@BE2@POB" w:history="1">
        <w:r w:rsidRPr="00BE069A">
          <w:rPr>
            <w:i/>
            <w:iCs/>
            <w:u w:val="single"/>
          </w:rPr>
          <w:t>b) pont</w:t>
        </w:r>
      </w:hyperlink>
      <w:r w:rsidRPr="00BE069A">
        <w:rPr>
          <w:i/>
          <w:iCs/>
        </w:rPr>
        <w:t>ban megjelölt szerve gyakorolja.</w:t>
      </w:r>
      <w:r w:rsidR="00BE069A" w:rsidRPr="00BE069A">
        <w:rPr>
          <w:i/>
          <w:iCs/>
        </w:rPr>
        <w:t>”</w:t>
      </w:r>
    </w:p>
    <w:p w14:paraId="4CD8CECF" w14:textId="77777777" w:rsidR="00954AA2" w:rsidRPr="00BE069A" w:rsidRDefault="00954AA2" w:rsidP="00954AA2">
      <w:pPr>
        <w:jc w:val="both"/>
      </w:pPr>
    </w:p>
    <w:p w14:paraId="57786EDC" w14:textId="77777777" w:rsidR="005177B1" w:rsidRDefault="005177B1" w:rsidP="00F75738">
      <w:pPr>
        <w:jc w:val="both"/>
      </w:pPr>
    </w:p>
    <w:p w14:paraId="59A22A37" w14:textId="02FF0694" w:rsidR="00F75738" w:rsidRPr="00BE069A" w:rsidRDefault="00F75738" w:rsidP="00F75738">
      <w:pPr>
        <w:jc w:val="both"/>
      </w:pPr>
      <w:r w:rsidRPr="00BE069A">
        <w:lastRenderedPageBreak/>
        <w:t xml:space="preserve">Az előterjesztést a </w:t>
      </w:r>
      <w:r w:rsidR="00795CF1" w:rsidRPr="00795CF1">
        <w:rPr>
          <w:rFonts w:eastAsia="Calibri"/>
          <w:b/>
          <w:szCs w:val="20"/>
          <w:lang w:eastAsia="en-US"/>
        </w:rPr>
        <w:t>Gazdasági Bizottság</w:t>
      </w:r>
      <w:r w:rsidR="00795CF1">
        <w:rPr>
          <w:rFonts w:eastAsia="Calibri"/>
          <w:szCs w:val="20"/>
          <w:lang w:eastAsia="en-US"/>
        </w:rPr>
        <w:t xml:space="preserve"> és a </w:t>
      </w:r>
      <w:r w:rsidRPr="00BE069A">
        <w:rPr>
          <w:b/>
          <w:bCs/>
        </w:rPr>
        <w:t>Tulajdonosi</w:t>
      </w:r>
      <w:r w:rsidRPr="00BE069A">
        <w:t xml:space="preserve"> </w:t>
      </w:r>
      <w:r w:rsidRPr="00BE069A">
        <w:rPr>
          <w:b/>
        </w:rPr>
        <w:t>Bizottság</w:t>
      </w:r>
      <w:r w:rsidRPr="00BE069A">
        <w:t xml:space="preserve"> tárgyalja. A Bizottság</w:t>
      </w:r>
      <w:r w:rsidR="00795CF1">
        <w:t>ok</w:t>
      </w:r>
      <w:r w:rsidRPr="00BE069A">
        <w:t xml:space="preserve"> véleménye a Képviselő-testület ülésén helyben kerül kiosztásra jegyzőkönyvi kivonat formájában.</w:t>
      </w:r>
    </w:p>
    <w:p w14:paraId="7F0B8D97" w14:textId="77777777" w:rsidR="00657E20" w:rsidRDefault="00657E20" w:rsidP="00F75738">
      <w:pPr>
        <w:jc w:val="both"/>
        <w:rPr>
          <w:noProof/>
        </w:rPr>
      </w:pPr>
    </w:p>
    <w:p w14:paraId="3D3A5F11" w14:textId="6449D209" w:rsidR="00F75738" w:rsidRPr="00BE069A" w:rsidRDefault="00F75738" w:rsidP="00F75738">
      <w:pPr>
        <w:jc w:val="both"/>
        <w:rPr>
          <w:noProof/>
        </w:rPr>
      </w:pPr>
      <w:r w:rsidRPr="00BE069A">
        <w:rPr>
          <w:noProof/>
        </w:rPr>
        <w:t xml:space="preserve">A döntéshozatal a Magyarország helyi önkormányzatairól szóló 2011. évi CLXXXIX. törvény (továbbiakban: Mötv.) 46. § (1) bekezdésére figyelemmel </w:t>
      </w:r>
      <w:r w:rsidRPr="00BE069A">
        <w:rPr>
          <w:b/>
          <w:noProof/>
          <w:u w:val="single"/>
        </w:rPr>
        <w:t>nyilvános</w:t>
      </w:r>
      <w:r w:rsidRPr="00BE069A">
        <w:rPr>
          <w:noProof/>
        </w:rPr>
        <w:t xml:space="preserve"> ülésen történik és a</w:t>
      </w:r>
      <w:r w:rsidRPr="00BE069A">
        <w:t xml:space="preserve"> Cegléd Város Önkormányzata Képviselő-testületének 22/2024. (XI. 12.) önkormányzati rendelete a képviselő-testület és szervei szervezeti és működési szabályairól (továbbiakban: </w:t>
      </w:r>
      <w:r w:rsidRPr="00BE069A">
        <w:rPr>
          <w:noProof/>
        </w:rPr>
        <w:t xml:space="preserve">SzMSz) 59. § 3. pontja alapján </w:t>
      </w:r>
      <w:r w:rsidRPr="00BE069A">
        <w:rPr>
          <w:b/>
          <w:noProof/>
          <w:u w:val="single"/>
        </w:rPr>
        <w:t>minősített</w:t>
      </w:r>
      <w:r w:rsidRPr="00BE069A">
        <w:rPr>
          <w:noProof/>
        </w:rPr>
        <w:t xml:space="preserve"> szavazati arányt igényel.</w:t>
      </w:r>
    </w:p>
    <w:p w14:paraId="035DD5EA" w14:textId="77777777" w:rsidR="00F75738" w:rsidRPr="00BE069A" w:rsidRDefault="00F75738" w:rsidP="00F75738">
      <w:pPr>
        <w:jc w:val="both"/>
      </w:pPr>
    </w:p>
    <w:p w14:paraId="41E4111A" w14:textId="72363AEF" w:rsidR="00F75738" w:rsidRPr="00BE069A" w:rsidRDefault="00F75738" w:rsidP="00F75738">
      <w:pPr>
        <w:jc w:val="both"/>
      </w:pPr>
      <w:r w:rsidRPr="00BE069A">
        <w:t xml:space="preserve">Kérem a Tisztelt Képviselő-testületet, hogy </w:t>
      </w:r>
      <w:r w:rsidR="000D1E81" w:rsidRPr="00BE069A">
        <w:t>dönté</w:t>
      </w:r>
      <w:r w:rsidRPr="00BE069A">
        <w:t>sét meghozni szíveskedjen.</w:t>
      </w:r>
    </w:p>
    <w:p w14:paraId="27A80DE4" w14:textId="77777777" w:rsidR="004D0FD7" w:rsidRPr="008D34DE" w:rsidRDefault="004D0FD7" w:rsidP="0049015D">
      <w:pPr>
        <w:jc w:val="both"/>
      </w:pPr>
    </w:p>
    <w:p w14:paraId="71B34D54" w14:textId="77777777" w:rsidR="00BE069A" w:rsidRDefault="00A24CF0" w:rsidP="00717FD5">
      <w:pPr>
        <w:jc w:val="both"/>
      </w:pPr>
      <w:r w:rsidRPr="008D34DE">
        <w:t xml:space="preserve">Cegléd, </w:t>
      </w:r>
      <w:r w:rsidR="000923FA" w:rsidRPr="008D34DE">
        <w:t>202</w:t>
      </w:r>
      <w:r w:rsidR="00CD3C9D" w:rsidRPr="008D34DE">
        <w:t xml:space="preserve">5. </w:t>
      </w:r>
      <w:r w:rsidR="00954AA2">
        <w:t>december 10</w:t>
      </w:r>
      <w:r w:rsidR="003A34F6" w:rsidRPr="008D34DE">
        <w:t>.</w:t>
      </w:r>
      <w:r w:rsidR="00466B28" w:rsidRPr="008D34DE">
        <w:t xml:space="preserve">       </w:t>
      </w:r>
      <w:r w:rsidR="00023C34" w:rsidRPr="008D34DE">
        <w:tab/>
      </w:r>
      <w:r w:rsidR="00023C34" w:rsidRPr="008D34DE">
        <w:tab/>
      </w:r>
      <w:r w:rsidR="00023C34" w:rsidRPr="008D34DE">
        <w:tab/>
      </w:r>
      <w:r w:rsidR="00023C34" w:rsidRPr="008D34DE">
        <w:tab/>
      </w:r>
      <w:r w:rsidR="0054026A" w:rsidRPr="008D34DE">
        <w:tab/>
      </w:r>
      <w:r w:rsidR="0054026A" w:rsidRPr="008D34DE">
        <w:tab/>
      </w:r>
      <w:r w:rsidR="0054026A" w:rsidRPr="008D34DE">
        <w:tab/>
      </w:r>
      <w:r w:rsidR="0054026A" w:rsidRPr="008D34DE">
        <w:tab/>
      </w:r>
      <w:r w:rsidR="0054026A" w:rsidRPr="008D34DE">
        <w:tab/>
      </w:r>
      <w:r w:rsidR="0054026A" w:rsidRPr="008D34DE">
        <w:tab/>
      </w:r>
      <w:r w:rsidR="003873F4" w:rsidRPr="008D34DE">
        <w:tab/>
      </w:r>
      <w:r w:rsidR="003873F4" w:rsidRPr="008D34DE">
        <w:tab/>
      </w:r>
      <w:r w:rsidR="003873F4" w:rsidRPr="008D34DE">
        <w:tab/>
      </w:r>
      <w:r w:rsidR="003873F4" w:rsidRPr="008D34DE">
        <w:tab/>
      </w:r>
      <w:r w:rsidR="003873F4" w:rsidRPr="008D34DE">
        <w:tab/>
      </w:r>
    </w:p>
    <w:p w14:paraId="48EF91C8" w14:textId="1D4CFC78" w:rsidR="00CB5A92" w:rsidRDefault="00BE069A" w:rsidP="00717FD5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3873F4" w:rsidRPr="008D34DE">
        <w:tab/>
      </w:r>
      <w:r w:rsidR="00A30D38" w:rsidRPr="008D34DE">
        <w:t>Dr. Csáky András</w:t>
      </w:r>
      <w:r w:rsidR="00466B28" w:rsidRPr="008D34DE">
        <w:t xml:space="preserve"> </w:t>
      </w:r>
    </w:p>
    <w:p w14:paraId="57E639C6" w14:textId="28E8FBC6" w:rsidR="008F6E49" w:rsidRPr="008D34DE" w:rsidRDefault="00717FD5" w:rsidP="00717FD5">
      <w:pPr>
        <w:jc w:val="center"/>
      </w:pPr>
      <w:r>
        <w:t xml:space="preserve">                                        </w:t>
      </w:r>
      <w:r w:rsidR="006642BB" w:rsidRPr="008D34DE">
        <w:t>p</w:t>
      </w:r>
      <w:r w:rsidR="00A24CF0" w:rsidRPr="008D34DE">
        <w:t>olgármester</w:t>
      </w:r>
    </w:p>
    <w:p w14:paraId="39A42A92" w14:textId="5C72547A" w:rsidR="00644A5E" w:rsidRPr="008D34DE" w:rsidRDefault="00644A5E" w:rsidP="00644A5E">
      <w:pPr>
        <w:jc w:val="center"/>
        <w:rPr>
          <w:b/>
        </w:rPr>
      </w:pPr>
    </w:p>
    <w:p w14:paraId="7162A55D" w14:textId="257FE919" w:rsidR="00C37F2C" w:rsidRDefault="00C37F2C" w:rsidP="00C37F2C">
      <w:pPr>
        <w:jc w:val="center"/>
        <w:rPr>
          <w:b/>
        </w:rPr>
      </w:pPr>
    </w:p>
    <w:p w14:paraId="371E2ABE" w14:textId="77777777" w:rsidR="000D1E81" w:rsidRDefault="000D1E81" w:rsidP="00C37F2C">
      <w:pPr>
        <w:jc w:val="center"/>
        <w:rPr>
          <w:b/>
        </w:rPr>
      </w:pPr>
    </w:p>
    <w:p w14:paraId="0746BDEB" w14:textId="20EF4CAB" w:rsidR="00C37F2C" w:rsidRPr="008D34DE" w:rsidRDefault="00C37F2C" w:rsidP="00C37F2C">
      <w:pPr>
        <w:jc w:val="center"/>
        <w:rPr>
          <w:b/>
        </w:rPr>
      </w:pPr>
      <w:r w:rsidRPr="008D34DE">
        <w:rPr>
          <w:b/>
        </w:rPr>
        <w:t>Határozati javaslat</w:t>
      </w:r>
    </w:p>
    <w:p w14:paraId="470A939A" w14:textId="2EABEF48" w:rsidR="002238F2" w:rsidRDefault="002238F2" w:rsidP="00644A5E">
      <w:pPr>
        <w:jc w:val="center"/>
        <w:rPr>
          <w:b/>
        </w:rPr>
      </w:pPr>
    </w:p>
    <w:p w14:paraId="46C87F42" w14:textId="188C9951" w:rsidR="00CD6B47" w:rsidRPr="008D34DE" w:rsidRDefault="00CD6B47" w:rsidP="00CD6B47">
      <w:pPr>
        <w:jc w:val="both"/>
      </w:pPr>
      <w:r w:rsidRPr="00CD6B47">
        <w:rPr>
          <w:b/>
        </w:rPr>
        <w:t xml:space="preserve">Cegléd Város Önkormányzatának </w:t>
      </w:r>
      <w:r w:rsidR="00BE069A">
        <w:rPr>
          <w:b/>
        </w:rPr>
        <w:t>Képviselő-testülete</w:t>
      </w:r>
    </w:p>
    <w:p w14:paraId="4DBCAB7B" w14:textId="30FE407B" w:rsidR="00A56ECC" w:rsidRPr="008D34DE" w:rsidRDefault="00954AA2" w:rsidP="00CB5A92">
      <w:pPr>
        <w:pStyle w:val="Listaszerbekezds"/>
        <w:numPr>
          <w:ilvl w:val="0"/>
          <w:numId w:val="40"/>
        </w:numPr>
        <w:suppressAutoHyphens/>
        <w:jc w:val="both"/>
      </w:pPr>
      <w:r>
        <w:t>Cegléd Város Önkormányzatának kizárólagos tulajdonában áll</w:t>
      </w:r>
      <w:r w:rsidR="00CD6B47">
        <w:t xml:space="preserve">ó </w:t>
      </w:r>
      <w:r>
        <w:t>Cegléd belterület 338/A/</w:t>
      </w:r>
      <w:r w:rsidR="00E309D4">
        <w:t>1</w:t>
      </w:r>
      <w:r>
        <w:t xml:space="preserve"> helyrajzi számú, természetben Cegléd, Bocskai u. 9. szám alatti ingatlan állagmegóvási</w:t>
      </w:r>
      <w:r w:rsidR="00717FD5">
        <w:t>, részleges bontási</w:t>
      </w:r>
      <w:r>
        <w:t xml:space="preserve"> munkáinak elvégzésé</w:t>
      </w:r>
      <w:r w:rsidR="00BE069A">
        <w:t>t</w:t>
      </w:r>
      <w:r w:rsidR="00A56ECC" w:rsidRPr="008D34DE">
        <w:t xml:space="preserve"> a 202</w:t>
      </w:r>
      <w:r w:rsidR="00D32315">
        <w:t>6</w:t>
      </w:r>
      <w:r w:rsidR="00A56ECC" w:rsidRPr="008D34DE">
        <w:t xml:space="preserve">. évi költségvetésben </w:t>
      </w:r>
      <w:r w:rsidR="00C51D18">
        <w:t>meg</w:t>
      </w:r>
      <w:r w:rsidR="00CB5A92">
        <w:t xml:space="preserve">tervezi, </w:t>
      </w:r>
      <w:r w:rsidR="00717FD5">
        <w:t>nettó</w:t>
      </w:r>
      <w:r>
        <w:t xml:space="preserve"> 3.000.000,-Ft </w:t>
      </w:r>
      <w:r w:rsidR="00717FD5">
        <w:t>+ áfa keret</w:t>
      </w:r>
      <w:r>
        <w:t xml:space="preserve">összeget biztosít a </w:t>
      </w:r>
      <w:r w:rsidR="00F36D94">
        <w:t>dologi kiadások</w:t>
      </w:r>
      <w:r>
        <w:t xml:space="preserve"> terhére</w:t>
      </w:r>
      <w:r w:rsidR="00A56ECC" w:rsidRPr="008D34DE">
        <w:t xml:space="preserve">, </w:t>
      </w:r>
    </w:p>
    <w:p w14:paraId="5A0B7456" w14:textId="6F8561ED" w:rsidR="00A56ECC" w:rsidRDefault="00A56ECC" w:rsidP="00CB5A92">
      <w:pPr>
        <w:numPr>
          <w:ilvl w:val="0"/>
          <w:numId w:val="40"/>
        </w:numPr>
        <w:suppressAutoHyphens/>
        <w:jc w:val="both"/>
      </w:pPr>
      <w:r w:rsidRPr="008D34DE">
        <w:t>utasítja a Ceglédi Közös Önkormányzati Hivatalt a szükséges intézkedések megtételére</w:t>
      </w:r>
      <w:r w:rsidR="005177B1">
        <w:t>,</w:t>
      </w:r>
    </w:p>
    <w:p w14:paraId="08C9AE63" w14:textId="6B0AA679" w:rsidR="00F36D94" w:rsidRPr="008D34DE" w:rsidRDefault="00F36D94" w:rsidP="00CB5A92">
      <w:pPr>
        <w:numPr>
          <w:ilvl w:val="0"/>
          <w:numId w:val="40"/>
        </w:numPr>
        <w:suppressAutoHyphens/>
        <w:jc w:val="both"/>
      </w:pPr>
      <w:r>
        <w:t>utasítja a VÁRVAG Nonprofit Kft-t a bontási munkák legkésőbb 2026. január hónapban történő elvégzésére</w:t>
      </w:r>
      <w:bookmarkStart w:id="0" w:name="_GoBack"/>
      <w:bookmarkEnd w:id="0"/>
      <w:r w:rsidR="005177B1">
        <w:t>.</w:t>
      </w:r>
    </w:p>
    <w:p w14:paraId="6CEC7103" w14:textId="77777777" w:rsidR="007117D8" w:rsidRPr="008D34DE" w:rsidRDefault="007117D8" w:rsidP="007117D8">
      <w:pPr>
        <w:suppressAutoHyphens/>
        <w:jc w:val="both"/>
      </w:pPr>
    </w:p>
    <w:p w14:paraId="45B88397" w14:textId="500C4321" w:rsidR="006F7377" w:rsidRPr="008D34DE" w:rsidRDefault="006F7377" w:rsidP="006F7377">
      <w:pPr>
        <w:tabs>
          <w:tab w:val="right" w:pos="9356"/>
        </w:tabs>
        <w:jc w:val="both"/>
      </w:pPr>
      <w:r w:rsidRPr="008D34DE">
        <w:rPr>
          <w:b/>
          <w:u w:val="single"/>
        </w:rPr>
        <w:t>Határidő</w:t>
      </w:r>
      <w:r w:rsidRPr="005177B1">
        <w:rPr>
          <w:bCs/>
        </w:rPr>
        <w:t>:</w:t>
      </w:r>
      <w:r w:rsidR="005177B1" w:rsidRPr="005177B1">
        <w:rPr>
          <w:bCs/>
        </w:rPr>
        <w:t xml:space="preserve"> 1-2.pont: azonnal</w:t>
      </w:r>
      <w:r w:rsidRPr="008D34DE">
        <w:tab/>
      </w:r>
      <w:r w:rsidRPr="008D34DE">
        <w:rPr>
          <w:b/>
          <w:u w:val="single"/>
        </w:rPr>
        <w:t>Felelős</w:t>
      </w:r>
      <w:r w:rsidRPr="005177B1">
        <w:rPr>
          <w:bCs/>
        </w:rPr>
        <w:t>:</w:t>
      </w:r>
      <w:r w:rsidR="004540A3" w:rsidRPr="005177B1">
        <w:rPr>
          <w:bCs/>
        </w:rPr>
        <w:t xml:space="preserve"> </w:t>
      </w:r>
      <w:r w:rsidR="005177B1" w:rsidRPr="005177B1">
        <w:rPr>
          <w:bCs/>
        </w:rPr>
        <w:t xml:space="preserve">1-2. pont: </w:t>
      </w:r>
      <w:r w:rsidRPr="008D34DE">
        <w:t>Dr. Csáky András polgármester</w:t>
      </w:r>
    </w:p>
    <w:p w14:paraId="66A0AE3C" w14:textId="78E05E0C" w:rsidR="003623DC" w:rsidRPr="008D34DE" w:rsidRDefault="005177B1" w:rsidP="005177B1">
      <w:pPr>
        <w:tabs>
          <w:tab w:val="left" w:pos="1087"/>
          <w:tab w:val="left" w:pos="5362"/>
        </w:tabs>
        <w:rPr>
          <w:b/>
        </w:rPr>
      </w:pPr>
      <w:r>
        <w:rPr>
          <w:b/>
        </w:rPr>
        <w:tab/>
      </w:r>
      <w:r>
        <w:t>3. pont: 2026.01.31.</w:t>
      </w:r>
      <w:r>
        <w:tab/>
        <w:t>3. pont: Mótyán Krisztián ügyvezető</w:t>
      </w:r>
    </w:p>
    <w:p w14:paraId="7B66CA00" w14:textId="77777777" w:rsidR="005875A7" w:rsidRPr="008D34DE" w:rsidRDefault="005875A7" w:rsidP="000A6674">
      <w:pPr>
        <w:jc w:val="center"/>
        <w:rPr>
          <w:b/>
        </w:rPr>
      </w:pPr>
    </w:p>
    <w:p w14:paraId="0674A47D" w14:textId="77777777" w:rsidR="000A6674" w:rsidRPr="008D34DE" w:rsidRDefault="000A6674" w:rsidP="000A6674">
      <w:pPr>
        <w:jc w:val="center"/>
        <w:rPr>
          <w:b/>
        </w:rPr>
      </w:pPr>
    </w:p>
    <w:p w14:paraId="1CDC37A4" w14:textId="77777777" w:rsidR="00FD4BFF" w:rsidRPr="008D34DE" w:rsidRDefault="00FD4BFF" w:rsidP="00BF3132">
      <w:pPr>
        <w:jc w:val="both"/>
        <w:rPr>
          <w:b/>
        </w:rPr>
      </w:pPr>
    </w:p>
    <w:p w14:paraId="24EE86BB" w14:textId="4C9575FD" w:rsidR="00BF3132" w:rsidRPr="008D34DE" w:rsidRDefault="00BF3132" w:rsidP="00BF3132">
      <w:pPr>
        <w:jc w:val="both"/>
        <w:rPr>
          <w:b/>
        </w:rPr>
      </w:pPr>
      <w:r w:rsidRPr="008D34DE">
        <w:rPr>
          <w:b/>
        </w:rPr>
        <w:t>A határozatot kapják:</w:t>
      </w:r>
    </w:p>
    <w:p w14:paraId="6DB375B8" w14:textId="23D042BC" w:rsidR="00BF3132" w:rsidRPr="008D34DE" w:rsidRDefault="00BF3132" w:rsidP="00BF3132">
      <w:pPr>
        <w:jc w:val="both"/>
      </w:pPr>
      <w:r w:rsidRPr="008D34DE">
        <w:t xml:space="preserve">1. VÁRVAG Nonprofit Kft. Mótyán Krisztián ügyvezető </w:t>
      </w:r>
    </w:p>
    <w:p w14:paraId="40F5FF40" w14:textId="0CBEB0E1" w:rsidR="00F21308" w:rsidRPr="008D34DE" w:rsidRDefault="00402493" w:rsidP="00BF3132">
      <w:pPr>
        <w:jc w:val="both"/>
      </w:pPr>
      <w:r w:rsidRPr="008D34DE">
        <w:t>2</w:t>
      </w:r>
      <w:r w:rsidR="00F21308" w:rsidRPr="008D34DE">
        <w:t>. Ceglédi Közös Önkormányzati Hivatal Pénzügyi Iroda</w:t>
      </w:r>
    </w:p>
    <w:p w14:paraId="384E13CA" w14:textId="78DAFA62" w:rsidR="00BF3132" w:rsidRPr="008D34DE" w:rsidRDefault="00402493" w:rsidP="00BF3132">
      <w:pPr>
        <w:jc w:val="both"/>
      </w:pPr>
      <w:r w:rsidRPr="008D34DE">
        <w:t>3</w:t>
      </w:r>
      <w:r w:rsidR="00BF3132" w:rsidRPr="008D34DE">
        <w:t>. Irattár</w:t>
      </w:r>
    </w:p>
    <w:p w14:paraId="6706A65E" w14:textId="77777777" w:rsidR="00A10026" w:rsidRPr="008D34DE" w:rsidRDefault="00A10026" w:rsidP="00BF3132">
      <w:pPr>
        <w:jc w:val="both"/>
      </w:pPr>
    </w:p>
    <w:p w14:paraId="0529573E" w14:textId="77777777" w:rsidR="00D9318B" w:rsidRPr="008D34DE" w:rsidRDefault="004E7D4D" w:rsidP="00B855AA">
      <w:pPr>
        <w:tabs>
          <w:tab w:val="left" w:pos="266"/>
        </w:tabs>
        <w:rPr>
          <w:b/>
          <w:u w:val="single"/>
        </w:rPr>
      </w:pPr>
      <w:r w:rsidRPr="008D34DE">
        <w:rPr>
          <w:b/>
          <w:u w:val="single"/>
        </w:rPr>
        <w:t>Az előterjesztést l</w:t>
      </w:r>
      <w:r w:rsidR="00D9318B" w:rsidRPr="008D34DE">
        <w:rPr>
          <w:b/>
          <w:u w:val="single"/>
        </w:rPr>
        <w:t>átta</w:t>
      </w:r>
      <w:r w:rsidR="004540A3" w:rsidRPr="008D34DE">
        <w:rPr>
          <w:b/>
          <w:u w:val="single"/>
        </w:rPr>
        <w:t>m</w:t>
      </w:r>
      <w:r w:rsidR="00D9318B" w:rsidRPr="008D34DE">
        <w:rPr>
          <w:b/>
          <w:u w:val="single"/>
        </w:rPr>
        <w:t>:</w:t>
      </w:r>
    </w:p>
    <w:p w14:paraId="3913A900" w14:textId="77777777" w:rsidR="005875A7" w:rsidRPr="008D34DE" w:rsidRDefault="00D9318B" w:rsidP="003A3FC7">
      <w:pPr>
        <w:jc w:val="both"/>
      </w:pPr>
      <w:r w:rsidRPr="008D34DE">
        <w:tab/>
        <w:t xml:space="preserve">    </w:t>
      </w:r>
      <w:r w:rsidR="00466B28" w:rsidRPr="008D34DE">
        <w:tab/>
      </w:r>
      <w:r w:rsidR="00466B28" w:rsidRPr="008D34DE">
        <w:tab/>
      </w:r>
    </w:p>
    <w:p w14:paraId="7365ADDF" w14:textId="0F2FD539" w:rsidR="006D1DED" w:rsidRPr="008D34DE" w:rsidRDefault="00466B28" w:rsidP="003A3FC7">
      <w:pPr>
        <w:jc w:val="both"/>
      </w:pPr>
      <w:r w:rsidRPr="008D34DE">
        <w:tab/>
      </w:r>
      <w:r w:rsidR="00D9318B" w:rsidRPr="008D34DE">
        <w:t xml:space="preserve"> </w:t>
      </w:r>
    </w:p>
    <w:p w14:paraId="331030E0" w14:textId="77777777" w:rsidR="005875A7" w:rsidRPr="008D34DE" w:rsidRDefault="00D9318B" w:rsidP="003A3FC7">
      <w:pPr>
        <w:jc w:val="both"/>
      </w:pPr>
      <w:r w:rsidRPr="008D34DE">
        <w:t>Dr. Diósgyőri Gitta</w:t>
      </w:r>
      <w:r w:rsidR="003A3FC7" w:rsidRPr="008D34DE">
        <w:t xml:space="preserve"> </w:t>
      </w:r>
    </w:p>
    <w:p w14:paraId="1BA437B3" w14:textId="7CAA79D1" w:rsidR="00D9318B" w:rsidRPr="008D34DE" w:rsidRDefault="00D73495" w:rsidP="003A3FC7">
      <w:pPr>
        <w:jc w:val="both"/>
      </w:pPr>
      <w:r w:rsidRPr="008D34DE">
        <w:t>címzetes főjegyző</w:t>
      </w:r>
    </w:p>
    <w:sectPr w:rsidR="00D9318B" w:rsidRPr="008D34DE" w:rsidSect="00F1020D">
      <w:footerReference w:type="default" r:id="rId13"/>
      <w:pgSz w:w="11906" w:h="16838"/>
      <w:pgMar w:top="1418" w:right="1133" w:bottom="1418" w:left="136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386D3E" w14:textId="77777777" w:rsidR="00157287" w:rsidRDefault="00157287">
      <w:r>
        <w:separator/>
      </w:r>
    </w:p>
  </w:endnote>
  <w:endnote w:type="continuationSeparator" w:id="0">
    <w:p w14:paraId="6FF10E34" w14:textId="77777777" w:rsidR="00157287" w:rsidRDefault="00157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864A36" w14:textId="77777777" w:rsidR="006F7BEB" w:rsidRDefault="00C41EE2" w:rsidP="00527126">
    <w:pPr>
      <w:pStyle w:val="llb"/>
      <w:pBdr>
        <w:top w:val="single" w:sz="4" w:space="1" w:color="auto"/>
      </w:pBdr>
      <w:jc w:val="right"/>
    </w:pPr>
    <w:r>
      <w:rPr>
        <w:rStyle w:val="Oldalszm"/>
      </w:rPr>
      <w:fldChar w:fldCharType="begin"/>
    </w:r>
    <w:r w:rsidR="006F7BEB"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7064C9">
      <w:rPr>
        <w:rStyle w:val="Oldalszm"/>
        <w:noProof/>
      </w:rPr>
      <w:t>2</w:t>
    </w:r>
    <w:r>
      <w:rPr>
        <w:rStyle w:val="Oldalszm"/>
      </w:rPr>
      <w:fldChar w:fldCharType="end"/>
    </w:r>
    <w:r w:rsidR="006F7BEB">
      <w:rPr>
        <w:rStyle w:val="Oldalszm"/>
      </w:rPr>
      <w:t>/</w:t>
    </w:r>
    <w:r>
      <w:rPr>
        <w:rStyle w:val="Oldalszm"/>
      </w:rPr>
      <w:fldChar w:fldCharType="begin"/>
    </w:r>
    <w:r w:rsidR="006F7BEB"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 w:rsidR="007064C9">
      <w:rPr>
        <w:rStyle w:val="Oldalszm"/>
        <w:noProof/>
      </w:rPr>
      <w:t>2</w:t>
    </w:r>
    <w:r>
      <w:rPr>
        <w:rStyle w:val="Oldalszm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19E568" w14:textId="77777777" w:rsidR="00157287" w:rsidRDefault="00157287">
      <w:r>
        <w:separator/>
      </w:r>
    </w:p>
  </w:footnote>
  <w:footnote w:type="continuationSeparator" w:id="0">
    <w:p w14:paraId="7597549F" w14:textId="77777777" w:rsidR="00157287" w:rsidRDefault="001572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)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" w15:restartNumberingAfterBreak="0">
    <w:nsid w:val="049C02E6"/>
    <w:multiLevelType w:val="hybridMultilevel"/>
    <w:tmpl w:val="AF2EEDA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411647"/>
    <w:multiLevelType w:val="hybridMultilevel"/>
    <w:tmpl w:val="FBF46110"/>
    <w:lvl w:ilvl="0" w:tplc="298E8A7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64A3F"/>
    <w:multiLevelType w:val="hybridMultilevel"/>
    <w:tmpl w:val="1D54696A"/>
    <w:lvl w:ilvl="0" w:tplc="FC0E430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CF545D9"/>
    <w:multiLevelType w:val="hybridMultilevel"/>
    <w:tmpl w:val="9870946A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905838"/>
    <w:multiLevelType w:val="hybridMultilevel"/>
    <w:tmpl w:val="5F56CE7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0A7232"/>
    <w:multiLevelType w:val="hybridMultilevel"/>
    <w:tmpl w:val="9F947EE0"/>
    <w:lvl w:ilvl="0" w:tplc="BD74B6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82091B"/>
    <w:multiLevelType w:val="hybridMultilevel"/>
    <w:tmpl w:val="5F56CE7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772221"/>
    <w:multiLevelType w:val="hybridMultilevel"/>
    <w:tmpl w:val="BF1E9A86"/>
    <w:lvl w:ilvl="0" w:tplc="64CEA4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314BAB"/>
    <w:multiLevelType w:val="hybridMultilevel"/>
    <w:tmpl w:val="25AA558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120990"/>
    <w:multiLevelType w:val="hybridMultilevel"/>
    <w:tmpl w:val="5F56CE7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A81DA1"/>
    <w:multiLevelType w:val="hybridMultilevel"/>
    <w:tmpl w:val="80108CD0"/>
    <w:lvl w:ilvl="0" w:tplc="040E000F">
      <w:start w:val="1"/>
      <w:numFmt w:val="decimal"/>
      <w:lvlText w:val="%1."/>
      <w:lvlJc w:val="left"/>
      <w:pPr>
        <w:ind w:left="927" w:hanging="360"/>
      </w:p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386653A"/>
    <w:multiLevelType w:val="hybridMultilevel"/>
    <w:tmpl w:val="8CE6FCAC"/>
    <w:lvl w:ilvl="0" w:tplc="040E000F">
      <w:start w:val="1"/>
      <w:numFmt w:val="decimal"/>
      <w:lvlText w:val="%1."/>
      <w:lvlJc w:val="left"/>
      <w:pPr>
        <w:ind w:left="927" w:hanging="360"/>
      </w:p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4FC6A5B"/>
    <w:multiLevelType w:val="hybridMultilevel"/>
    <w:tmpl w:val="FBF46110"/>
    <w:lvl w:ilvl="0" w:tplc="298E8A7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E67ABD"/>
    <w:multiLevelType w:val="hybridMultilevel"/>
    <w:tmpl w:val="B2ACE198"/>
    <w:lvl w:ilvl="0" w:tplc="F94433AE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65A52DF"/>
    <w:multiLevelType w:val="hybridMultilevel"/>
    <w:tmpl w:val="790E80F4"/>
    <w:lvl w:ilvl="0" w:tplc="601C69B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69409FC"/>
    <w:multiLevelType w:val="hybridMultilevel"/>
    <w:tmpl w:val="E1A64E00"/>
    <w:lvl w:ilvl="0" w:tplc="601C69B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A521FC7"/>
    <w:multiLevelType w:val="hybridMultilevel"/>
    <w:tmpl w:val="7568AA26"/>
    <w:lvl w:ilvl="0" w:tplc="FC0E430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44C444C2"/>
    <w:multiLevelType w:val="hybridMultilevel"/>
    <w:tmpl w:val="790E80F4"/>
    <w:lvl w:ilvl="0" w:tplc="601C69B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A833A30"/>
    <w:multiLevelType w:val="hybridMultilevel"/>
    <w:tmpl w:val="FDE8498A"/>
    <w:lvl w:ilvl="0" w:tplc="040E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B4C6CB9"/>
    <w:multiLevelType w:val="hybridMultilevel"/>
    <w:tmpl w:val="A972E9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36792B"/>
    <w:multiLevelType w:val="hybridMultilevel"/>
    <w:tmpl w:val="54E670E2"/>
    <w:lvl w:ilvl="0" w:tplc="5A10AB1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AE578E"/>
    <w:multiLevelType w:val="hybridMultilevel"/>
    <w:tmpl w:val="790E80F4"/>
    <w:lvl w:ilvl="0" w:tplc="601C69B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0B16B79"/>
    <w:multiLevelType w:val="hybridMultilevel"/>
    <w:tmpl w:val="13ECC55E"/>
    <w:lvl w:ilvl="0" w:tplc="F94433AE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2007E45"/>
    <w:multiLevelType w:val="hybridMultilevel"/>
    <w:tmpl w:val="F9583196"/>
    <w:lvl w:ilvl="0" w:tplc="5A10AB16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24D0AB0"/>
    <w:multiLevelType w:val="hybridMultilevel"/>
    <w:tmpl w:val="587E30A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9FA1B96"/>
    <w:multiLevelType w:val="multilevel"/>
    <w:tmpl w:val="790E80F4"/>
    <w:lvl w:ilvl="0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BD4249C"/>
    <w:multiLevelType w:val="hybridMultilevel"/>
    <w:tmpl w:val="5F56CE7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5A3548"/>
    <w:multiLevelType w:val="hybridMultilevel"/>
    <w:tmpl w:val="9AB6B22A"/>
    <w:lvl w:ilvl="0" w:tplc="040E000F">
      <w:start w:val="1"/>
      <w:numFmt w:val="decimal"/>
      <w:lvlText w:val="%1."/>
      <w:lvlJc w:val="left"/>
      <w:pPr>
        <w:ind w:left="927" w:hanging="360"/>
      </w:p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3212ADB"/>
    <w:multiLevelType w:val="hybridMultilevel"/>
    <w:tmpl w:val="E16C7C48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56B7EEC"/>
    <w:multiLevelType w:val="hybridMultilevel"/>
    <w:tmpl w:val="675A7ECC"/>
    <w:lvl w:ilvl="0" w:tplc="503ECDCA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</w:lvl>
    <w:lvl w:ilvl="1" w:tplc="FC0E430E">
      <w:numFmt w:val="bullet"/>
      <w:lvlText w:val="-"/>
      <w:lvlJc w:val="left"/>
      <w:pPr>
        <w:tabs>
          <w:tab w:val="num" w:pos="1620"/>
        </w:tabs>
        <w:ind w:left="1620" w:hanging="540"/>
      </w:pPr>
      <w:rPr>
        <w:rFonts w:ascii="Times New Roman" w:eastAsia="Times New Roman" w:hAnsi="Times New Roman" w:cs="Times New Roman" w:hint="default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5A7776C"/>
    <w:multiLevelType w:val="hybridMultilevel"/>
    <w:tmpl w:val="C638E5C6"/>
    <w:lvl w:ilvl="0" w:tplc="040E000F">
      <w:start w:val="1"/>
      <w:numFmt w:val="decimal"/>
      <w:lvlText w:val="%1."/>
      <w:lvlJc w:val="left"/>
      <w:pPr>
        <w:ind w:left="927" w:hanging="360"/>
      </w:p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71C612FD"/>
    <w:multiLevelType w:val="hybridMultilevel"/>
    <w:tmpl w:val="632C1EAA"/>
    <w:lvl w:ilvl="0" w:tplc="040E000F">
      <w:start w:val="1"/>
      <w:numFmt w:val="decimal"/>
      <w:lvlText w:val="%1."/>
      <w:lvlJc w:val="left"/>
      <w:pPr>
        <w:ind w:left="927" w:hanging="360"/>
      </w:p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740069A6"/>
    <w:multiLevelType w:val="hybridMultilevel"/>
    <w:tmpl w:val="91DC2C3E"/>
    <w:lvl w:ilvl="0" w:tplc="601C69B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421587"/>
    <w:multiLevelType w:val="hybridMultilevel"/>
    <w:tmpl w:val="FD2E92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9C0343"/>
    <w:multiLevelType w:val="hybridMultilevel"/>
    <w:tmpl w:val="918E867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CA4910"/>
    <w:multiLevelType w:val="hybridMultilevel"/>
    <w:tmpl w:val="8114687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8"/>
  </w:num>
  <w:num w:numId="7">
    <w:abstractNumId w:val="26"/>
  </w:num>
  <w:num w:numId="8">
    <w:abstractNumId w:val="33"/>
  </w:num>
  <w:num w:numId="9">
    <w:abstractNumId w:val="15"/>
  </w:num>
  <w:num w:numId="10">
    <w:abstractNumId w:val="9"/>
  </w:num>
  <w:num w:numId="11">
    <w:abstractNumId w:val="20"/>
  </w:num>
  <w:num w:numId="12">
    <w:abstractNumId w:val="29"/>
  </w:num>
  <w:num w:numId="13">
    <w:abstractNumId w:val="16"/>
  </w:num>
  <w:num w:numId="14">
    <w:abstractNumId w:val="36"/>
  </w:num>
  <w:num w:numId="15">
    <w:abstractNumId w:val="35"/>
  </w:num>
  <w:num w:numId="16">
    <w:abstractNumId w:val="13"/>
  </w:num>
  <w:num w:numId="17">
    <w:abstractNumId w:val="25"/>
  </w:num>
  <w:num w:numId="18">
    <w:abstractNumId w:val="3"/>
  </w:num>
  <w:num w:numId="19">
    <w:abstractNumId w:val="17"/>
  </w:num>
  <w:num w:numId="20">
    <w:abstractNumId w:val="8"/>
  </w:num>
  <w:num w:numId="21">
    <w:abstractNumId w:val="2"/>
  </w:num>
  <w:num w:numId="22">
    <w:abstractNumId w:val="22"/>
  </w:num>
  <w:num w:numId="23">
    <w:abstractNumId w:val="21"/>
  </w:num>
  <w:num w:numId="24">
    <w:abstractNumId w:val="4"/>
  </w:num>
  <w:num w:numId="25">
    <w:abstractNumId w:val="24"/>
  </w:num>
  <w:num w:numId="26">
    <w:abstractNumId w:val="34"/>
  </w:num>
  <w:num w:numId="27">
    <w:abstractNumId w:val="27"/>
  </w:num>
  <w:num w:numId="28">
    <w:abstractNumId w:val="7"/>
  </w:num>
  <w:num w:numId="29">
    <w:abstractNumId w:val="32"/>
  </w:num>
  <w:num w:numId="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10"/>
  </w:num>
  <w:num w:numId="33">
    <w:abstractNumId w:val="12"/>
  </w:num>
  <w:num w:numId="34">
    <w:abstractNumId w:val="19"/>
  </w:num>
  <w:num w:numId="35">
    <w:abstractNumId w:val="28"/>
  </w:num>
  <w:num w:numId="36">
    <w:abstractNumId w:val="11"/>
  </w:num>
  <w:num w:numId="37">
    <w:abstractNumId w:val="31"/>
  </w:num>
  <w:num w:numId="38">
    <w:abstractNumId w:val="14"/>
  </w:num>
  <w:num w:numId="39">
    <w:abstractNumId w:val="23"/>
  </w:num>
  <w:num w:numId="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A5A"/>
    <w:rsid w:val="000010C3"/>
    <w:rsid w:val="00002FB2"/>
    <w:rsid w:val="00007E2E"/>
    <w:rsid w:val="00017331"/>
    <w:rsid w:val="000204BF"/>
    <w:rsid w:val="0002357F"/>
    <w:rsid w:val="00023C34"/>
    <w:rsid w:val="00025B1B"/>
    <w:rsid w:val="00026F8D"/>
    <w:rsid w:val="00030171"/>
    <w:rsid w:val="0003512F"/>
    <w:rsid w:val="000402F7"/>
    <w:rsid w:val="00041B27"/>
    <w:rsid w:val="000441A8"/>
    <w:rsid w:val="00044F8F"/>
    <w:rsid w:val="0005087B"/>
    <w:rsid w:val="000513D2"/>
    <w:rsid w:val="000534D6"/>
    <w:rsid w:val="000545DF"/>
    <w:rsid w:val="000567F5"/>
    <w:rsid w:val="00057772"/>
    <w:rsid w:val="00062BD5"/>
    <w:rsid w:val="00064345"/>
    <w:rsid w:val="0006463F"/>
    <w:rsid w:val="000662E9"/>
    <w:rsid w:val="0007288D"/>
    <w:rsid w:val="00072F78"/>
    <w:rsid w:val="00077DD8"/>
    <w:rsid w:val="00077FD9"/>
    <w:rsid w:val="00081EE5"/>
    <w:rsid w:val="000837A4"/>
    <w:rsid w:val="000923FA"/>
    <w:rsid w:val="000927F9"/>
    <w:rsid w:val="00095B51"/>
    <w:rsid w:val="000960ED"/>
    <w:rsid w:val="00097ADF"/>
    <w:rsid w:val="00097F92"/>
    <w:rsid w:val="000A12F0"/>
    <w:rsid w:val="000A2555"/>
    <w:rsid w:val="000A6674"/>
    <w:rsid w:val="000A70D1"/>
    <w:rsid w:val="000C1E54"/>
    <w:rsid w:val="000C5602"/>
    <w:rsid w:val="000D1B53"/>
    <w:rsid w:val="000D1E81"/>
    <w:rsid w:val="000E6F70"/>
    <w:rsid w:val="000F07DC"/>
    <w:rsid w:val="000F28C1"/>
    <w:rsid w:val="000F3089"/>
    <w:rsid w:val="000F39CD"/>
    <w:rsid w:val="000F5E86"/>
    <w:rsid w:val="001011E8"/>
    <w:rsid w:val="00101586"/>
    <w:rsid w:val="0010277D"/>
    <w:rsid w:val="00105038"/>
    <w:rsid w:val="001051D1"/>
    <w:rsid w:val="00105764"/>
    <w:rsid w:val="00113848"/>
    <w:rsid w:val="0011593B"/>
    <w:rsid w:val="00117554"/>
    <w:rsid w:val="001205BF"/>
    <w:rsid w:val="00123A63"/>
    <w:rsid w:val="001324CA"/>
    <w:rsid w:val="001328EC"/>
    <w:rsid w:val="00133B43"/>
    <w:rsid w:val="001346F7"/>
    <w:rsid w:val="00136459"/>
    <w:rsid w:val="00143DB0"/>
    <w:rsid w:val="0014673F"/>
    <w:rsid w:val="001471B5"/>
    <w:rsid w:val="00152D66"/>
    <w:rsid w:val="00154027"/>
    <w:rsid w:val="0015443C"/>
    <w:rsid w:val="0015448B"/>
    <w:rsid w:val="0015462A"/>
    <w:rsid w:val="00157287"/>
    <w:rsid w:val="00171542"/>
    <w:rsid w:val="00175161"/>
    <w:rsid w:val="00184458"/>
    <w:rsid w:val="0018554B"/>
    <w:rsid w:val="00185EB5"/>
    <w:rsid w:val="0018660A"/>
    <w:rsid w:val="00193733"/>
    <w:rsid w:val="00194774"/>
    <w:rsid w:val="001956A8"/>
    <w:rsid w:val="001979A6"/>
    <w:rsid w:val="001A0009"/>
    <w:rsid w:val="001A2E6A"/>
    <w:rsid w:val="001B6F03"/>
    <w:rsid w:val="001B7DEA"/>
    <w:rsid w:val="001C0A2D"/>
    <w:rsid w:val="001C2C0F"/>
    <w:rsid w:val="001C76AB"/>
    <w:rsid w:val="001C7BDB"/>
    <w:rsid w:val="001D0221"/>
    <w:rsid w:val="001D5ED1"/>
    <w:rsid w:val="001F1710"/>
    <w:rsid w:val="001F3DB4"/>
    <w:rsid w:val="001F44F5"/>
    <w:rsid w:val="002020FF"/>
    <w:rsid w:val="00203104"/>
    <w:rsid w:val="00210567"/>
    <w:rsid w:val="00210C72"/>
    <w:rsid w:val="0021316F"/>
    <w:rsid w:val="002214B2"/>
    <w:rsid w:val="00222EC7"/>
    <w:rsid w:val="00222FC7"/>
    <w:rsid w:val="002238F2"/>
    <w:rsid w:val="00224677"/>
    <w:rsid w:val="0022499B"/>
    <w:rsid w:val="0023451B"/>
    <w:rsid w:val="00234876"/>
    <w:rsid w:val="00241319"/>
    <w:rsid w:val="00247812"/>
    <w:rsid w:val="00247BEA"/>
    <w:rsid w:val="002512FE"/>
    <w:rsid w:val="00256534"/>
    <w:rsid w:val="002601CF"/>
    <w:rsid w:val="002626A9"/>
    <w:rsid w:val="00262AD0"/>
    <w:rsid w:val="00262D41"/>
    <w:rsid w:val="0026438E"/>
    <w:rsid w:val="0026538D"/>
    <w:rsid w:val="00271C6F"/>
    <w:rsid w:val="0028622D"/>
    <w:rsid w:val="002A3CFD"/>
    <w:rsid w:val="002A69F6"/>
    <w:rsid w:val="002A7AF3"/>
    <w:rsid w:val="002B3AC5"/>
    <w:rsid w:val="002B507B"/>
    <w:rsid w:val="002B7C67"/>
    <w:rsid w:val="002C1F3B"/>
    <w:rsid w:val="002C1F66"/>
    <w:rsid w:val="002D4B8D"/>
    <w:rsid w:val="002D5F71"/>
    <w:rsid w:val="002D700A"/>
    <w:rsid w:val="002D71AE"/>
    <w:rsid w:val="002E2BD4"/>
    <w:rsid w:val="002E4D0F"/>
    <w:rsid w:val="002E4F58"/>
    <w:rsid w:val="002E5E24"/>
    <w:rsid w:val="002F1C60"/>
    <w:rsid w:val="002F5013"/>
    <w:rsid w:val="002F5401"/>
    <w:rsid w:val="002F7438"/>
    <w:rsid w:val="00302874"/>
    <w:rsid w:val="003076FE"/>
    <w:rsid w:val="00307FD9"/>
    <w:rsid w:val="003149FE"/>
    <w:rsid w:val="003151CA"/>
    <w:rsid w:val="003158C5"/>
    <w:rsid w:val="00315D49"/>
    <w:rsid w:val="00320FA8"/>
    <w:rsid w:val="0032217B"/>
    <w:rsid w:val="00327326"/>
    <w:rsid w:val="00332635"/>
    <w:rsid w:val="00332927"/>
    <w:rsid w:val="00333BF5"/>
    <w:rsid w:val="00344D98"/>
    <w:rsid w:val="0034669F"/>
    <w:rsid w:val="003473DC"/>
    <w:rsid w:val="00347A64"/>
    <w:rsid w:val="00354025"/>
    <w:rsid w:val="0035554A"/>
    <w:rsid w:val="0036126A"/>
    <w:rsid w:val="003623DC"/>
    <w:rsid w:val="00367310"/>
    <w:rsid w:val="003675AA"/>
    <w:rsid w:val="003675EF"/>
    <w:rsid w:val="00370B55"/>
    <w:rsid w:val="00374B23"/>
    <w:rsid w:val="00377BE8"/>
    <w:rsid w:val="00380B9B"/>
    <w:rsid w:val="003832DA"/>
    <w:rsid w:val="00384C36"/>
    <w:rsid w:val="003863E0"/>
    <w:rsid w:val="003873F4"/>
    <w:rsid w:val="00390C48"/>
    <w:rsid w:val="003A34F6"/>
    <w:rsid w:val="003A3FC7"/>
    <w:rsid w:val="003A4B43"/>
    <w:rsid w:val="003C2699"/>
    <w:rsid w:val="003C2D4D"/>
    <w:rsid w:val="003C308C"/>
    <w:rsid w:val="003C646E"/>
    <w:rsid w:val="003D222F"/>
    <w:rsid w:val="003D408D"/>
    <w:rsid w:val="003D785B"/>
    <w:rsid w:val="003E0A37"/>
    <w:rsid w:val="003E0AAE"/>
    <w:rsid w:val="003E6A2F"/>
    <w:rsid w:val="003F037A"/>
    <w:rsid w:val="003F0703"/>
    <w:rsid w:val="00402493"/>
    <w:rsid w:val="00402CE3"/>
    <w:rsid w:val="00405C0C"/>
    <w:rsid w:val="00405F4D"/>
    <w:rsid w:val="004065D2"/>
    <w:rsid w:val="00407044"/>
    <w:rsid w:val="00412A2C"/>
    <w:rsid w:val="00413BF2"/>
    <w:rsid w:val="00414BF4"/>
    <w:rsid w:val="00424282"/>
    <w:rsid w:val="00424791"/>
    <w:rsid w:val="004267D6"/>
    <w:rsid w:val="00431934"/>
    <w:rsid w:val="00431964"/>
    <w:rsid w:val="00431D8A"/>
    <w:rsid w:val="00433A96"/>
    <w:rsid w:val="004407E9"/>
    <w:rsid w:val="004429C6"/>
    <w:rsid w:val="004441A0"/>
    <w:rsid w:val="004540A3"/>
    <w:rsid w:val="00455CDD"/>
    <w:rsid w:val="00457132"/>
    <w:rsid w:val="00457FB8"/>
    <w:rsid w:val="004631EA"/>
    <w:rsid w:val="00464C3C"/>
    <w:rsid w:val="00466B28"/>
    <w:rsid w:val="004807D7"/>
    <w:rsid w:val="00480AB5"/>
    <w:rsid w:val="004813B4"/>
    <w:rsid w:val="00483E86"/>
    <w:rsid w:val="00485911"/>
    <w:rsid w:val="00487369"/>
    <w:rsid w:val="0049015D"/>
    <w:rsid w:val="004921D9"/>
    <w:rsid w:val="00492632"/>
    <w:rsid w:val="00492833"/>
    <w:rsid w:val="004978D1"/>
    <w:rsid w:val="004A3B69"/>
    <w:rsid w:val="004B28F2"/>
    <w:rsid w:val="004B2D3E"/>
    <w:rsid w:val="004B2FAA"/>
    <w:rsid w:val="004B47AB"/>
    <w:rsid w:val="004B5CB1"/>
    <w:rsid w:val="004B7085"/>
    <w:rsid w:val="004C3BF5"/>
    <w:rsid w:val="004D0FD7"/>
    <w:rsid w:val="004D6444"/>
    <w:rsid w:val="004D6F41"/>
    <w:rsid w:val="004E0C62"/>
    <w:rsid w:val="004E77DF"/>
    <w:rsid w:val="004E7D4D"/>
    <w:rsid w:val="004F327E"/>
    <w:rsid w:val="004F44D7"/>
    <w:rsid w:val="004F69C3"/>
    <w:rsid w:val="004F7737"/>
    <w:rsid w:val="004F7A42"/>
    <w:rsid w:val="00503719"/>
    <w:rsid w:val="0051034E"/>
    <w:rsid w:val="00516249"/>
    <w:rsid w:val="005177B1"/>
    <w:rsid w:val="00527126"/>
    <w:rsid w:val="00527895"/>
    <w:rsid w:val="00530B23"/>
    <w:rsid w:val="005321A9"/>
    <w:rsid w:val="005337FE"/>
    <w:rsid w:val="00533C2A"/>
    <w:rsid w:val="0054026A"/>
    <w:rsid w:val="0054047D"/>
    <w:rsid w:val="00541F83"/>
    <w:rsid w:val="005426B3"/>
    <w:rsid w:val="005445AE"/>
    <w:rsid w:val="00545D85"/>
    <w:rsid w:val="00545EA2"/>
    <w:rsid w:val="005460EE"/>
    <w:rsid w:val="00546445"/>
    <w:rsid w:val="005478E8"/>
    <w:rsid w:val="00555E20"/>
    <w:rsid w:val="00561767"/>
    <w:rsid w:val="00561B4C"/>
    <w:rsid w:val="00561BC3"/>
    <w:rsid w:val="00563D36"/>
    <w:rsid w:val="00564F27"/>
    <w:rsid w:val="0056648F"/>
    <w:rsid w:val="00566FF5"/>
    <w:rsid w:val="005701AB"/>
    <w:rsid w:val="00577D43"/>
    <w:rsid w:val="00580D9C"/>
    <w:rsid w:val="00585D5E"/>
    <w:rsid w:val="005875A7"/>
    <w:rsid w:val="00590B7A"/>
    <w:rsid w:val="00591C57"/>
    <w:rsid w:val="00592B81"/>
    <w:rsid w:val="00593268"/>
    <w:rsid w:val="00593B53"/>
    <w:rsid w:val="0059550B"/>
    <w:rsid w:val="005962BD"/>
    <w:rsid w:val="005A1FC2"/>
    <w:rsid w:val="005A37FB"/>
    <w:rsid w:val="005B049D"/>
    <w:rsid w:val="005B176B"/>
    <w:rsid w:val="005B17EE"/>
    <w:rsid w:val="005B18B9"/>
    <w:rsid w:val="005B18C0"/>
    <w:rsid w:val="005B2660"/>
    <w:rsid w:val="005C1002"/>
    <w:rsid w:val="005C1050"/>
    <w:rsid w:val="005C1128"/>
    <w:rsid w:val="005C1D65"/>
    <w:rsid w:val="005C6913"/>
    <w:rsid w:val="005C75D4"/>
    <w:rsid w:val="005D039A"/>
    <w:rsid w:val="005D4571"/>
    <w:rsid w:val="005E0B94"/>
    <w:rsid w:val="005E0EAD"/>
    <w:rsid w:val="005E3E45"/>
    <w:rsid w:val="005F1F30"/>
    <w:rsid w:val="005F4EF1"/>
    <w:rsid w:val="005F55F9"/>
    <w:rsid w:val="005F5846"/>
    <w:rsid w:val="00600EE2"/>
    <w:rsid w:val="00610D10"/>
    <w:rsid w:val="006155C2"/>
    <w:rsid w:val="00616369"/>
    <w:rsid w:val="00623D65"/>
    <w:rsid w:val="00623E8B"/>
    <w:rsid w:val="006261F1"/>
    <w:rsid w:val="00630974"/>
    <w:rsid w:val="00630D0B"/>
    <w:rsid w:val="00632FAA"/>
    <w:rsid w:val="00634861"/>
    <w:rsid w:val="00635A78"/>
    <w:rsid w:val="006371E4"/>
    <w:rsid w:val="00644A5E"/>
    <w:rsid w:val="00644C7B"/>
    <w:rsid w:val="006525D9"/>
    <w:rsid w:val="006553C7"/>
    <w:rsid w:val="006566D2"/>
    <w:rsid w:val="00657E20"/>
    <w:rsid w:val="006630E0"/>
    <w:rsid w:val="006642BB"/>
    <w:rsid w:val="00664840"/>
    <w:rsid w:val="00666124"/>
    <w:rsid w:val="006661E6"/>
    <w:rsid w:val="00666616"/>
    <w:rsid w:val="00671380"/>
    <w:rsid w:val="00672BFC"/>
    <w:rsid w:val="00680C7D"/>
    <w:rsid w:val="00681F67"/>
    <w:rsid w:val="006839AC"/>
    <w:rsid w:val="00684778"/>
    <w:rsid w:val="006849E0"/>
    <w:rsid w:val="00684FBF"/>
    <w:rsid w:val="00686F6D"/>
    <w:rsid w:val="00692751"/>
    <w:rsid w:val="00693242"/>
    <w:rsid w:val="00696247"/>
    <w:rsid w:val="00696FB6"/>
    <w:rsid w:val="006A46C7"/>
    <w:rsid w:val="006A4FFC"/>
    <w:rsid w:val="006B0009"/>
    <w:rsid w:val="006B36E7"/>
    <w:rsid w:val="006B3B6B"/>
    <w:rsid w:val="006C1032"/>
    <w:rsid w:val="006C154F"/>
    <w:rsid w:val="006C3839"/>
    <w:rsid w:val="006C4CBA"/>
    <w:rsid w:val="006C6E94"/>
    <w:rsid w:val="006D1DED"/>
    <w:rsid w:val="006E0EFB"/>
    <w:rsid w:val="006E2F2F"/>
    <w:rsid w:val="006E3881"/>
    <w:rsid w:val="006E4C13"/>
    <w:rsid w:val="006E64AC"/>
    <w:rsid w:val="006E6B25"/>
    <w:rsid w:val="006F15DB"/>
    <w:rsid w:val="006F35C2"/>
    <w:rsid w:val="006F551E"/>
    <w:rsid w:val="006F7377"/>
    <w:rsid w:val="006F7BEB"/>
    <w:rsid w:val="006F7F8C"/>
    <w:rsid w:val="00702791"/>
    <w:rsid w:val="007064C9"/>
    <w:rsid w:val="007117D8"/>
    <w:rsid w:val="00712FBC"/>
    <w:rsid w:val="00717FD5"/>
    <w:rsid w:val="007209D4"/>
    <w:rsid w:val="00721F35"/>
    <w:rsid w:val="00725110"/>
    <w:rsid w:val="00725C78"/>
    <w:rsid w:val="00733182"/>
    <w:rsid w:val="00733497"/>
    <w:rsid w:val="00734B86"/>
    <w:rsid w:val="007365CE"/>
    <w:rsid w:val="00740845"/>
    <w:rsid w:val="00747EDB"/>
    <w:rsid w:val="00750CB4"/>
    <w:rsid w:val="00752DE8"/>
    <w:rsid w:val="007540DD"/>
    <w:rsid w:val="00755383"/>
    <w:rsid w:val="00756DAC"/>
    <w:rsid w:val="0076149F"/>
    <w:rsid w:val="007616D3"/>
    <w:rsid w:val="00761AF0"/>
    <w:rsid w:val="007632D9"/>
    <w:rsid w:val="007701B8"/>
    <w:rsid w:val="00770566"/>
    <w:rsid w:val="00777B53"/>
    <w:rsid w:val="0078033E"/>
    <w:rsid w:val="007831B5"/>
    <w:rsid w:val="00784218"/>
    <w:rsid w:val="00785316"/>
    <w:rsid w:val="00790A2B"/>
    <w:rsid w:val="00793D40"/>
    <w:rsid w:val="00795CF1"/>
    <w:rsid w:val="0079659F"/>
    <w:rsid w:val="007A11E3"/>
    <w:rsid w:val="007A74C9"/>
    <w:rsid w:val="007B4135"/>
    <w:rsid w:val="007C63ED"/>
    <w:rsid w:val="007C7359"/>
    <w:rsid w:val="007D095D"/>
    <w:rsid w:val="007D486E"/>
    <w:rsid w:val="007D6ED4"/>
    <w:rsid w:val="007E6E02"/>
    <w:rsid w:val="007F035A"/>
    <w:rsid w:val="007F4965"/>
    <w:rsid w:val="007F7300"/>
    <w:rsid w:val="00801F1F"/>
    <w:rsid w:val="008063B7"/>
    <w:rsid w:val="008135F0"/>
    <w:rsid w:val="00816BEC"/>
    <w:rsid w:val="00820591"/>
    <w:rsid w:val="0082113A"/>
    <w:rsid w:val="0082379E"/>
    <w:rsid w:val="00827E9A"/>
    <w:rsid w:val="008305EE"/>
    <w:rsid w:val="00830B4A"/>
    <w:rsid w:val="00832256"/>
    <w:rsid w:val="00837F11"/>
    <w:rsid w:val="00840918"/>
    <w:rsid w:val="00841C2C"/>
    <w:rsid w:val="00842754"/>
    <w:rsid w:val="00845857"/>
    <w:rsid w:val="00847926"/>
    <w:rsid w:val="00853C56"/>
    <w:rsid w:val="00854EC2"/>
    <w:rsid w:val="00862CEC"/>
    <w:rsid w:val="008655DF"/>
    <w:rsid w:val="0086717F"/>
    <w:rsid w:val="008679D2"/>
    <w:rsid w:val="00867C72"/>
    <w:rsid w:val="00871D21"/>
    <w:rsid w:val="00872021"/>
    <w:rsid w:val="00884126"/>
    <w:rsid w:val="00884896"/>
    <w:rsid w:val="008848AC"/>
    <w:rsid w:val="00885F8C"/>
    <w:rsid w:val="008869E4"/>
    <w:rsid w:val="008902BB"/>
    <w:rsid w:val="00890AA5"/>
    <w:rsid w:val="00894E7D"/>
    <w:rsid w:val="008A04BA"/>
    <w:rsid w:val="008A7DAF"/>
    <w:rsid w:val="008B43FF"/>
    <w:rsid w:val="008B461C"/>
    <w:rsid w:val="008B743A"/>
    <w:rsid w:val="008C2B47"/>
    <w:rsid w:val="008C50C6"/>
    <w:rsid w:val="008C67DF"/>
    <w:rsid w:val="008D11DD"/>
    <w:rsid w:val="008D16A2"/>
    <w:rsid w:val="008D17FC"/>
    <w:rsid w:val="008D1BB1"/>
    <w:rsid w:val="008D34DE"/>
    <w:rsid w:val="008D496C"/>
    <w:rsid w:val="008D5781"/>
    <w:rsid w:val="008D7B4A"/>
    <w:rsid w:val="008E2656"/>
    <w:rsid w:val="008E28D7"/>
    <w:rsid w:val="008E4D89"/>
    <w:rsid w:val="008F0E64"/>
    <w:rsid w:val="008F271D"/>
    <w:rsid w:val="008F5B20"/>
    <w:rsid w:val="008F6E49"/>
    <w:rsid w:val="009039A0"/>
    <w:rsid w:val="0090518F"/>
    <w:rsid w:val="009053F1"/>
    <w:rsid w:val="0091597C"/>
    <w:rsid w:val="0091615A"/>
    <w:rsid w:val="0091615E"/>
    <w:rsid w:val="00916D18"/>
    <w:rsid w:val="009243F3"/>
    <w:rsid w:val="00930AA9"/>
    <w:rsid w:val="009343D0"/>
    <w:rsid w:val="00935947"/>
    <w:rsid w:val="00937B48"/>
    <w:rsid w:val="00941B3A"/>
    <w:rsid w:val="00945E06"/>
    <w:rsid w:val="00950FAB"/>
    <w:rsid w:val="00954AA2"/>
    <w:rsid w:val="00960CD8"/>
    <w:rsid w:val="00960CEC"/>
    <w:rsid w:val="00962CE6"/>
    <w:rsid w:val="009633DF"/>
    <w:rsid w:val="00964E4A"/>
    <w:rsid w:val="00966995"/>
    <w:rsid w:val="009738CE"/>
    <w:rsid w:val="009738DA"/>
    <w:rsid w:val="00973CA8"/>
    <w:rsid w:val="00973E68"/>
    <w:rsid w:val="00974391"/>
    <w:rsid w:val="00975144"/>
    <w:rsid w:val="00977516"/>
    <w:rsid w:val="00981D83"/>
    <w:rsid w:val="00981DEA"/>
    <w:rsid w:val="00984556"/>
    <w:rsid w:val="00985403"/>
    <w:rsid w:val="00985A9C"/>
    <w:rsid w:val="009873A5"/>
    <w:rsid w:val="009875BD"/>
    <w:rsid w:val="009A06E8"/>
    <w:rsid w:val="009B03FF"/>
    <w:rsid w:val="009B2A0E"/>
    <w:rsid w:val="009B62E5"/>
    <w:rsid w:val="009C624A"/>
    <w:rsid w:val="009D7283"/>
    <w:rsid w:val="009E0B1D"/>
    <w:rsid w:val="009E2023"/>
    <w:rsid w:val="009E2030"/>
    <w:rsid w:val="009E724C"/>
    <w:rsid w:val="009E7B88"/>
    <w:rsid w:val="009F41D7"/>
    <w:rsid w:val="009F540D"/>
    <w:rsid w:val="00A0011C"/>
    <w:rsid w:val="00A07B8E"/>
    <w:rsid w:val="00A10026"/>
    <w:rsid w:val="00A17895"/>
    <w:rsid w:val="00A20384"/>
    <w:rsid w:val="00A204DE"/>
    <w:rsid w:val="00A24B93"/>
    <w:rsid w:val="00A24CF0"/>
    <w:rsid w:val="00A27610"/>
    <w:rsid w:val="00A30819"/>
    <w:rsid w:val="00A30D38"/>
    <w:rsid w:val="00A36B43"/>
    <w:rsid w:val="00A426AA"/>
    <w:rsid w:val="00A4274D"/>
    <w:rsid w:val="00A45A38"/>
    <w:rsid w:val="00A45D9B"/>
    <w:rsid w:val="00A51504"/>
    <w:rsid w:val="00A56ECC"/>
    <w:rsid w:val="00A62A6C"/>
    <w:rsid w:val="00A65B08"/>
    <w:rsid w:val="00A71118"/>
    <w:rsid w:val="00A71364"/>
    <w:rsid w:val="00A80820"/>
    <w:rsid w:val="00A81371"/>
    <w:rsid w:val="00A81E2D"/>
    <w:rsid w:val="00A81FF1"/>
    <w:rsid w:val="00A84C43"/>
    <w:rsid w:val="00A85CA3"/>
    <w:rsid w:val="00A85FB2"/>
    <w:rsid w:val="00A86A5A"/>
    <w:rsid w:val="00A95697"/>
    <w:rsid w:val="00AA1D4D"/>
    <w:rsid w:val="00AA1DE0"/>
    <w:rsid w:val="00AA4EBC"/>
    <w:rsid w:val="00AB1E4E"/>
    <w:rsid w:val="00AB6F45"/>
    <w:rsid w:val="00AC3A99"/>
    <w:rsid w:val="00AC52F1"/>
    <w:rsid w:val="00AC6834"/>
    <w:rsid w:val="00AC6E62"/>
    <w:rsid w:val="00AC755F"/>
    <w:rsid w:val="00AD0D5C"/>
    <w:rsid w:val="00AD2766"/>
    <w:rsid w:val="00AD2C47"/>
    <w:rsid w:val="00AE176F"/>
    <w:rsid w:val="00AE3100"/>
    <w:rsid w:val="00AE577C"/>
    <w:rsid w:val="00AF0662"/>
    <w:rsid w:val="00AF435F"/>
    <w:rsid w:val="00AF4A2F"/>
    <w:rsid w:val="00B0302F"/>
    <w:rsid w:val="00B05203"/>
    <w:rsid w:val="00B12889"/>
    <w:rsid w:val="00B12C1B"/>
    <w:rsid w:val="00B13BC5"/>
    <w:rsid w:val="00B141AC"/>
    <w:rsid w:val="00B15249"/>
    <w:rsid w:val="00B26B13"/>
    <w:rsid w:val="00B33D14"/>
    <w:rsid w:val="00B42FF6"/>
    <w:rsid w:val="00B50B94"/>
    <w:rsid w:val="00B50FCC"/>
    <w:rsid w:val="00B51BFF"/>
    <w:rsid w:val="00B52815"/>
    <w:rsid w:val="00B53928"/>
    <w:rsid w:val="00B57590"/>
    <w:rsid w:val="00B5771E"/>
    <w:rsid w:val="00B62732"/>
    <w:rsid w:val="00B62D0A"/>
    <w:rsid w:val="00B62DE5"/>
    <w:rsid w:val="00B63BAF"/>
    <w:rsid w:val="00B7184D"/>
    <w:rsid w:val="00B7496E"/>
    <w:rsid w:val="00B845B9"/>
    <w:rsid w:val="00B855AA"/>
    <w:rsid w:val="00B85B14"/>
    <w:rsid w:val="00B86071"/>
    <w:rsid w:val="00B86F07"/>
    <w:rsid w:val="00B95E88"/>
    <w:rsid w:val="00B95F5E"/>
    <w:rsid w:val="00BA47DA"/>
    <w:rsid w:val="00BB4396"/>
    <w:rsid w:val="00BB591B"/>
    <w:rsid w:val="00BB64B2"/>
    <w:rsid w:val="00BD76FE"/>
    <w:rsid w:val="00BE069A"/>
    <w:rsid w:val="00BE186D"/>
    <w:rsid w:val="00BE21C1"/>
    <w:rsid w:val="00BE4DE0"/>
    <w:rsid w:val="00BE673E"/>
    <w:rsid w:val="00BF2F52"/>
    <w:rsid w:val="00BF2F82"/>
    <w:rsid w:val="00BF3132"/>
    <w:rsid w:val="00BF7AD6"/>
    <w:rsid w:val="00C03B1D"/>
    <w:rsid w:val="00C047FA"/>
    <w:rsid w:val="00C10E0D"/>
    <w:rsid w:val="00C10F8B"/>
    <w:rsid w:val="00C15ABB"/>
    <w:rsid w:val="00C20981"/>
    <w:rsid w:val="00C23A2A"/>
    <w:rsid w:val="00C27171"/>
    <w:rsid w:val="00C37F2C"/>
    <w:rsid w:val="00C41EE2"/>
    <w:rsid w:val="00C445E2"/>
    <w:rsid w:val="00C4494E"/>
    <w:rsid w:val="00C453C7"/>
    <w:rsid w:val="00C46D38"/>
    <w:rsid w:val="00C51B0B"/>
    <w:rsid w:val="00C51D18"/>
    <w:rsid w:val="00C533B4"/>
    <w:rsid w:val="00C57457"/>
    <w:rsid w:val="00C57835"/>
    <w:rsid w:val="00C61389"/>
    <w:rsid w:val="00C6379E"/>
    <w:rsid w:val="00C65FCA"/>
    <w:rsid w:val="00C66705"/>
    <w:rsid w:val="00C67A7A"/>
    <w:rsid w:val="00C8009D"/>
    <w:rsid w:val="00C8206F"/>
    <w:rsid w:val="00C82CAE"/>
    <w:rsid w:val="00C83846"/>
    <w:rsid w:val="00C83A8E"/>
    <w:rsid w:val="00C84728"/>
    <w:rsid w:val="00C859DD"/>
    <w:rsid w:val="00C87ACB"/>
    <w:rsid w:val="00C91338"/>
    <w:rsid w:val="00C92185"/>
    <w:rsid w:val="00C93A5B"/>
    <w:rsid w:val="00CA2630"/>
    <w:rsid w:val="00CA4443"/>
    <w:rsid w:val="00CA6371"/>
    <w:rsid w:val="00CB1783"/>
    <w:rsid w:val="00CB1CBC"/>
    <w:rsid w:val="00CB5A92"/>
    <w:rsid w:val="00CC1D51"/>
    <w:rsid w:val="00CC6C9D"/>
    <w:rsid w:val="00CD210D"/>
    <w:rsid w:val="00CD3C9D"/>
    <w:rsid w:val="00CD6883"/>
    <w:rsid w:val="00CD6B47"/>
    <w:rsid w:val="00CE01B5"/>
    <w:rsid w:val="00CE2592"/>
    <w:rsid w:val="00CE4547"/>
    <w:rsid w:val="00CE6D15"/>
    <w:rsid w:val="00CF0A8B"/>
    <w:rsid w:val="00CF4247"/>
    <w:rsid w:val="00CF68DD"/>
    <w:rsid w:val="00D054DE"/>
    <w:rsid w:val="00D07A01"/>
    <w:rsid w:val="00D07ED7"/>
    <w:rsid w:val="00D1583E"/>
    <w:rsid w:val="00D1654F"/>
    <w:rsid w:val="00D16E37"/>
    <w:rsid w:val="00D25121"/>
    <w:rsid w:val="00D3020E"/>
    <w:rsid w:val="00D31113"/>
    <w:rsid w:val="00D32315"/>
    <w:rsid w:val="00D363B5"/>
    <w:rsid w:val="00D42642"/>
    <w:rsid w:val="00D44BA4"/>
    <w:rsid w:val="00D4661A"/>
    <w:rsid w:val="00D46B0D"/>
    <w:rsid w:val="00D521C5"/>
    <w:rsid w:val="00D5279B"/>
    <w:rsid w:val="00D54DE6"/>
    <w:rsid w:val="00D62597"/>
    <w:rsid w:val="00D64985"/>
    <w:rsid w:val="00D65DFC"/>
    <w:rsid w:val="00D70EB0"/>
    <w:rsid w:val="00D73495"/>
    <w:rsid w:val="00D76F28"/>
    <w:rsid w:val="00D85687"/>
    <w:rsid w:val="00D86FC0"/>
    <w:rsid w:val="00D92B67"/>
    <w:rsid w:val="00D9318B"/>
    <w:rsid w:val="00D96A1E"/>
    <w:rsid w:val="00DA2E64"/>
    <w:rsid w:val="00DA2F14"/>
    <w:rsid w:val="00DA4D23"/>
    <w:rsid w:val="00DA5B35"/>
    <w:rsid w:val="00DB1A22"/>
    <w:rsid w:val="00DB50B6"/>
    <w:rsid w:val="00DB5549"/>
    <w:rsid w:val="00DB68D4"/>
    <w:rsid w:val="00DD278C"/>
    <w:rsid w:val="00DE33FC"/>
    <w:rsid w:val="00DE3B35"/>
    <w:rsid w:val="00DE5323"/>
    <w:rsid w:val="00DE640C"/>
    <w:rsid w:val="00DF2EA6"/>
    <w:rsid w:val="00DF7FBA"/>
    <w:rsid w:val="00E02F33"/>
    <w:rsid w:val="00E1229B"/>
    <w:rsid w:val="00E154F1"/>
    <w:rsid w:val="00E2189F"/>
    <w:rsid w:val="00E247CA"/>
    <w:rsid w:val="00E24B47"/>
    <w:rsid w:val="00E251D4"/>
    <w:rsid w:val="00E25F89"/>
    <w:rsid w:val="00E267EE"/>
    <w:rsid w:val="00E2754F"/>
    <w:rsid w:val="00E309D4"/>
    <w:rsid w:val="00E36953"/>
    <w:rsid w:val="00E45F4C"/>
    <w:rsid w:val="00E46B76"/>
    <w:rsid w:val="00E47D21"/>
    <w:rsid w:val="00E516C1"/>
    <w:rsid w:val="00E52E1A"/>
    <w:rsid w:val="00E55216"/>
    <w:rsid w:val="00E567A1"/>
    <w:rsid w:val="00E60327"/>
    <w:rsid w:val="00E622F7"/>
    <w:rsid w:val="00E62D25"/>
    <w:rsid w:val="00E62E00"/>
    <w:rsid w:val="00E6579F"/>
    <w:rsid w:val="00E65B2A"/>
    <w:rsid w:val="00E67777"/>
    <w:rsid w:val="00E7269A"/>
    <w:rsid w:val="00E73835"/>
    <w:rsid w:val="00E74E3C"/>
    <w:rsid w:val="00E83C5A"/>
    <w:rsid w:val="00E86762"/>
    <w:rsid w:val="00E87BF1"/>
    <w:rsid w:val="00E97636"/>
    <w:rsid w:val="00EA118A"/>
    <w:rsid w:val="00EA2303"/>
    <w:rsid w:val="00EA3204"/>
    <w:rsid w:val="00EA4CC5"/>
    <w:rsid w:val="00EA54C8"/>
    <w:rsid w:val="00EA5D98"/>
    <w:rsid w:val="00EA6666"/>
    <w:rsid w:val="00EA67F1"/>
    <w:rsid w:val="00EA704E"/>
    <w:rsid w:val="00EA7878"/>
    <w:rsid w:val="00EA7A2C"/>
    <w:rsid w:val="00EB3955"/>
    <w:rsid w:val="00EB4A18"/>
    <w:rsid w:val="00EB61C5"/>
    <w:rsid w:val="00EC0F00"/>
    <w:rsid w:val="00EC3C46"/>
    <w:rsid w:val="00EC5C3E"/>
    <w:rsid w:val="00EC660B"/>
    <w:rsid w:val="00EC7864"/>
    <w:rsid w:val="00ED1818"/>
    <w:rsid w:val="00ED4268"/>
    <w:rsid w:val="00EE18FD"/>
    <w:rsid w:val="00EE335C"/>
    <w:rsid w:val="00EF1132"/>
    <w:rsid w:val="00EF1741"/>
    <w:rsid w:val="00EF631D"/>
    <w:rsid w:val="00F0132A"/>
    <w:rsid w:val="00F0202C"/>
    <w:rsid w:val="00F03E55"/>
    <w:rsid w:val="00F05967"/>
    <w:rsid w:val="00F1020D"/>
    <w:rsid w:val="00F128E3"/>
    <w:rsid w:val="00F16738"/>
    <w:rsid w:val="00F20D3B"/>
    <w:rsid w:val="00F21308"/>
    <w:rsid w:val="00F322A9"/>
    <w:rsid w:val="00F322BC"/>
    <w:rsid w:val="00F34227"/>
    <w:rsid w:val="00F36D94"/>
    <w:rsid w:val="00F42103"/>
    <w:rsid w:val="00F460E0"/>
    <w:rsid w:val="00F46860"/>
    <w:rsid w:val="00F47C5F"/>
    <w:rsid w:val="00F50864"/>
    <w:rsid w:val="00F5129A"/>
    <w:rsid w:val="00F51D4D"/>
    <w:rsid w:val="00F523BA"/>
    <w:rsid w:val="00F5545B"/>
    <w:rsid w:val="00F637E9"/>
    <w:rsid w:val="00F63E02"/>
    <w:rsid w:val="00F6409A"/>
    <w:rsid w:val="00F657B9"/>
    <w:rsid w:val="00F7388D"/>
    <w:rsid w:val="00F75738"/>
    <w:rsid w:val="00F7587C"/>
    <w:rsid w:val="00F76356"/>
    <w:rsid w:val="00F834D5"/>
    <w:rsid w:val="00F85ABD"/>
    <w:rsid w:val="00F86FF1"/>
    <w:rsid w:val="00F87245"/>
    <w:rsid w:val="00F87555"/>
    <w:rsid w:val="00F87D9A"/>
    <w:rsid w:val="00F93970"/>
    <w:rsid w:val="00F94797"/>
    <w:rsid w:val="00FA02B4"/>
    <w:rsid w:val="00FA4192"/>
    <w:rsid w:val="00FA781C"/>
    <w:rsid w:val="00FC028D"/>
    <w:rsid w:val="00FC1ED6"/>
    <w:rsid w:val="00FC36C5"/>
    <w:rsid w:val="00FC6DE5"/>
    <w:rsid w:val="00FD4BFF"/>
    <w:rsid w:val="00FD65E9"/>
    <w:rsid w:val="00FE04DD"/>
    <w:rsid w:val="00FF14D7"/>
    <w:rsid w:val="00FF5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7D7FB6"/>
  <w15:docId w15:val="{188E1D14-F6DD-4E34-83D0-A365A0F1C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EF1132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527126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527126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527126"/>
  </w:style>
  <w:style w:type="paragraph" w:styleId="Buborkszveg">
    <w:name w:val="Balloon Text"/>
    <w:basedOn w:val="Norml"/>
    <w:semiHidden/>
    <w:rsid w:val="00BE673E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6C6E9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aszerbekezds">
    <w:name w:val="List Paragraph"/>
    <w:basedOn w:val="Norml"/>
    <w:uiPriority w:val="34"/>
    <w:qFormat/>
    <w:rsid w:val="006642BB"/>
    <w:pPr>
      <w:ind w:left="708"/>
    </w:pPr>
  </w:style>
  <w:style w:type="paragraph" w:customStyle="1" w:styleId="Listaszerbekezds1">
    <w:name w:val="Listaszerű bekezdés1"/>
    <w:basedOn w:val="Norml"/>
    <w:rsid w:val="0014673F"/>
    <w:pPr>
      <w:widowControl w:val="0"/>
      <w:suppressAutoHyphens/>
      <w:ind w:left="720"/>
    </w:pPr>
    <w:rPr>
      <w:kern w:val="1"/>
      <w:lang w:eastAsia="ar-SA"/>
    </w:rPr>
  </w:style>
  <w:style w:type="character" w:styleId="Hiperhivatkozs">
    <w:name w:val="Hyperlink"/>
    <w:basedOn w:val="Bekezdsalapbettpusa"/>
    <w:uiPriority w:val="99"/>
    <w:semiHidden/>
    <w:unhideWhenUsed/>
    <w:rsid w:val="007F7300"/>
    <w:rPr>
      <w:color w:val="0000FF"/>
      <w:u w:val="single"/>
    </w:rPr>
  </w:style>
  <w:style w:type="character" w:customStyle="1" w:styleId="jel">
    <w:name w:val="jel"/>
    <w:basedOn w:val="Bekezdsalapbettpusa"/>
    <w:rsid w:val="00717FD5"/>
  </w:style>
  <w:style w:type="character" w:customStyle="1" w:styleId="szakasz-jel">
    <w:name w:val="szakasz-jel"/>
    <w:basedOn w:val="Bekezdsalapbettpusa"/>
    <w:rsid w:val="00717FD5"/>
  </w:style>
  <w:style w:type="paragraph" w:styleId="NormlWeb">
    <w:name w:val="Normal (Web)"/>
    <w:basedOn w:val="Norml"/>
    <w:uiPriority w:val="99"/>
    <w:semiHidden/>
    <w:unhideWhenUsed/>
    <w:rsid w:val="00717FD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2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0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50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74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or.njt.hu/eli/731234/r/2018/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r.njt.hu/eli/731234/r/2018/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or.njt.hu/eli/731234/r/2018/1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0.jpe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azs&#243;ka\Application%20Data\Microsoft\Sablonok\vagyoncsoport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2E8D05-32BA-4BFB-9542-7C9DA4917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vagyoncsoport.dot</Template>
  <TotalTime>4</TotalTime>
  <Pages>2</Pages>
  <Words>493</Words>
  <Characters>3890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4375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Bazsóka</dc:creator>
  <cp:lastModifiedBy>Sipos Ágnes</cp:lastModifiedBy>
  <cp:revision>3</cp:revision>
  <cp:lastPrinted>2025-12-10T11:02:00Z</cp:lastPrinted>
  <dcterms:created xsi:type="dcterms:W3CDTF">2025-12-10T11:02:00Z</dcterms:created>
  <dcterms:modified xsi:type="dcterms:W3CDTF">2025-12-10T11:52:00Z</dcterms:modified>
</cp:coreProperties>
</file>